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EC" w:rsidRPr="00211895" w:rsidRDefault="007F2BEC" w:rsidP="0021189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11895">
        <w:rPr>
          <w:rFonts w:ascii="Times New Roman" w:hAnsi="Times New Roman"/>
          <w:b/>
          <w:sz w:val="24"/>
          <w:szCs w:val="24"/>
          <w:lang w:eastAsia="en-US"/>
        </w:rPr>
        <w:t xml:space="preserve">ПЕРСПЕКТИВНОЕ ПЛАНИРОВАНИЕ ОБРАЗОВАТЕЛЬНОЙ ОБЛАСТИ «ФИЗИЧЕСКОЕ РАЗВИТИЕ» </w:t>
      </w:r>
    </w:p>
    <w:p w:rsidR="007F2BEC" w:rsidRPr="00211895" w:rsidRDefault="007F2BEC" w:rsidP="0021189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11895">
        <w:rPr>
          <w:rFonts w:ascii="Times New Roman" w:hAnsi="Times New Roman"/>
          <w:b/>
          <w:sz w:val="24"/>
          <w:szCs w:val="24"/>
          <w:lang w:eastAsia="en-US"/>
        </w:rPr>
        <w:t xml:space="preserve">ТЕМАТИЧЕСКИЙ МОДУЛЬ «ФИЗИЧЕСКАЯ КУЛЬТУРА» </w:t>
      </w:r>
    </w:p>
    <w:p w:rsidR="007F2BEC" w:rsidRPr="00211895" w:rsidRDefault="007F2BEC" w:rsidP="0021189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11895">
        <w:rPr>
          <w:rFonts w:ascii="Times New Roman" w:hAnsi="Times New Roman"/>
          <w:b/>
          <w:sz w:val="24"/>
          <w:szCs w:val="24"/>
          <w:lang w:eastAsia="en-US"/>
        </w:rPr>
        <w:t xml:space="preserve">Вторая младшая группа </w:t>
      </w:r>
    </w:p>
    <w:p w:rsidR="007F2BEC" w:rsidRPr="00211895" w:rsidRDefault="007F2BEC" w:rsidP="00211895">
      <w:pPr>
        <w:spacing w:after="0" w:line="360" w:lineRule="auto"/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>Сентябрь</w:t>
      </w:r>
    </w:p>
    <w:tbl>
      <w:tblPr>
        <w:tblW w:w="153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789"/>
        <w:gridCol w:w="3552"/>
        <w:gridCol w:w="3551"/>
        <w:gridCol w:w="3552"/>
        <w:gridCol w:w="3353"/>
      </w:tblGrid>
      <w:tr w:rsidR="007F2BEC" w:rsidRPr="005C370B" w:rsidTr="0094110C">
        <w:trPr>
          <w:trHeight w:val="664"/>
        </w:trPr>
        <w:tc>
          <w:tcPr>
            <w:tcW w:w="1382" w:type="dxa"/>
            <w:gridSpan w:val="2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</w:tc>
        <w:tc>
          <w:tcPr>
            <w:tcW w:w="3551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  <w:tc>
          <w:tcPr>
            <w:tcW w:w="3353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4 неделя</w:t>
            </w:r>
          </w:p>
        </w:tc>
      </w:tr>
      <w:tr w:rsidR="007F2BEC" w:rsidRPr="005C370B" w:rsidTr="0094110C">
        <w:trPr>
          <w:trHeight w:val="2005"/>
        </w:trPr>
        <w:tc>
          <w:tcPr>
            <w:tcW w:w="1382" w:type="dxa"/>
            <w:gridSpan w:val="2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 xml:space="preserve">Задачи 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Развивать ориентировку в пространстве при х.в разных направлениях; учить х.по уменьшенной площади опоры, сохраняя равновесие</w:t>
            </w:r>
          </w:p>
        </w:tc>
        <w:tc>
          <w:tcPr>
            <w:tcW w:w="3551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детей в х.и б. всей гр в прямом направлении; прыжках на 2х н.на месте.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Развивать умение действовать по сигналу; учить энергично отталкивать мяч при прокатывании.</w:t>
            </w:r>
          </w:p>
        </w:tc>
        <w:tc>
          <w:tcPr>
            <w:tcW w:w="3353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Развивать ориентировку в пространстве, умение действовать по сигналу; группироваться при ползание под шнур.</w:t>
            </w:r>
          </w:p>
        </w:tc>
      </w:tr>
      <w:tr w:rsidR="007F2BEC" w:rsidRPr="005C370B" w:rsidTr="0094110C">
        <w:trPr>
          <w:trHeight w:val="1328"/>
        </w:trPr>
        <w:tc>
          <w:tcPr>
            <w:tcW w:w="593" w:type="dxa"/>
            <w:vMerge w:val="restart"/>
            <w:textDirection w:val="btLr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789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Х.и б.небольшими гр.в прямом направлении. Игра «Пойдем в гости» «Дождик пошел!»</w:t>
            </w:r>
          </w:p>
        </w:tc>
        <w:tc>
          <w:tcPr>
            <w:tcW w:w="3551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Х.иб.всейгр «стайкой» к мишки, кукле.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Х.в колонне по 1му «Ворона», легкий б. «Стрекозы!»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</w:t>
            </w:r>
          </w:p>
        </w:tc>
        <w:tc>
          <w:tcPr>
            <w:tcW w:w="3353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 xml:space="preserve">Х.и б. по кругу. 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3</w:t>
            </w:r>
          </w:p>
        </w:tc>
      </w:tr>
      <w:tr w:rsidR="007F2BEC" w:rsidRPr="005C370B" w:rsidTr="0094110C">
        <w:trPr>
          <w:trHeight w:val="1513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9" w:type="dxa"/>
            <w:vMerge w:val="restart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Х.мж.2мя линиями </w:t>
            </w:r>
            <w:r w:rsidRPr="005C370B">
              <w:rPr>
                <w:rFonts w:ascii="Times New Roman" w:hAnsi="Times New Roman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lang w:eastAsia="en-US"/>
              </w:rPr>
              <w:t>25см</w:t>
            </w:r>
          </w:p>
          <w:p w:rsidR="007F2BEC" w:rsidRPr="005C370B" w:rsidRDefault="007F2BEC" w:rsidP="002118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51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Пр.на 2х н. на месте.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Прокатывание мяча «Прокати и догони»</w:t>
            </w:r>
          </w:p>
        </w:tc>
        <w:tc>
          <w:tcPr>
            <w:tcW w:w="3353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Ползание под шнур на низких четвереньках как «Жук» «Доползи до погремушки».</w:t>
            </w:r>
          </w:p>
        </w:tc>
      </w:tr>
      <w:tr w:rsidR="007F2BEC" w:rsidRPr="005C370B" w:rsidTr="0094110C">
        <w:trPr>
          <w:trHeight w:val="462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9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552" w:type="dxa"/>
          </w:tcPr>
          <w:p w:rsidR="007F2BEC" w:rsidRPr="005C370B" w:rsidRDefault="007F2BEC" w:rsidP="0021189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«Беги ко мне»</w:t>
            </w:r>
          </w:p>
        </w:tc>
        <w:tc>
          <w:tcPr>
            <w:tcW w:w="3551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«Птички»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П/И«Кот и воробушки»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53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«Быстро в домик»</w:t>
            </w:r>
          </w:p>
        </w:tc>
      </w:tr>
      <w:tr w:rsidR="007F2BEC" w:rsidRPr="005C370B" w:rsidTr="0094110C">
        <w:trPr>
          <w:trHeight w:val="332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9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III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51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  <w:p w:rsidR="007F2BEC" w:rsidRPr="005C370B" w:rsidRDefault="007F2BEC" w:rsidP="002118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</w:p>
        </w:tc>
        <w:tc>
          <w:tcPr>
            <w:tcW w:w="3353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</w:p>
        </w:tc>
      </w:tr>
    </w:tbl>
    <w:p w:rsidR="007F2BEC" w:rsidRPr="00211895" w:rsidRDefault="007F2BEC" w:rsidP="00211895">
      <w:pPr>
        <w:spacing w:after="0"/>
        <w:rPr>
          <w:lang w:eastAsia="en-US"/>
        </w:rPr>
      </w:pPr>
    </w:p>
    <w:p w:rsidR="007F2BEC" w:rsidRPr="00211895" w:rsidRDefault="007F2BEC" w:rsidP="00211895">
      <w:pPr>
        <w:spacing w:after="0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 xml:space="preserve">Октябрь </w:t>
      </w:r>
      <w:r w:rsidRPr="00211895">
        <w:rPr>
          <w:rFonts w:ascii="Times New Roman" w:hAnsi="Times New Roman"/>
          <w:lang w:eastAsia="en-US"/>
        </w:rPr>
        <w:t>(вторая младшая группа)</w:t>
      </w:r>
    </w:p>
    <w:tbl>
      <w:tblPr>
        <w:tblW w:w="1528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9"/>
        <w:gridCol w:w="784"/>
        <w:gridCol w:w="3136"/>
        <w:gridCol w:w="2939"/>
        <w:gridCol w:w="2548"/>
        <w:gridCol w:w="2939"/>
        <w:gridCol w:w="2352"/>
      </w:tblGrid>
      <w:tr w:rsidR="007F2BEC" w:rsidRPr="005C370B" w:rsidTr="0094110C">
        <w:trPr>
          <w:trHeight w:val="403"/>
        </w:trPr>
        <w:tc>
          <w:tcPr>
            <w:tcW w:w="1373" w:type="dxa"/>
            <w:gridSpan w:val="2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3136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2548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4 неделя</w:t>
            </w:r>
          </w:p>
        </w:tc>
        <w:tc>
          <w:tcPr>
            <w:tcW w:w="2352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5 неделя</w:t>
            </w:r>
          </w:p>
        </w:tc>
      </w:tr>
      <w:tr w:rsidR="007F2BEC" w:rsidRPr="005C370B" w:rsidTr="0094110C">
        <w:trPr>
          <w:trHeight w:val="2002"/>
        </w:trPr>
        <w:tc>
          <w:tcPr>
            <w:tcW w:w="1373" w:type="dxa"/>
            <w:gridSpan w:val="2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 xml:space="preserve">Задачи </w:t>
            </w:r>
          </w:p>
        </w:tc>
        <w:tc>
          <w:tcPr>
            <w:tcW w:w="3136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сохранении равновесия при х.на ограниченной площади опоры; развивать умение приземляться на полусогнутые н.в прыжках.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пр.с приземлением на полусогнутые н.; в энергичном отталкивании мяча при прокатывании др.др.</w:t>
            </w:r>
          </w:p>
        </w:tc>
        <w:tc>
          <w:tcPr>
            <w:tcW w:w="2548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х.и б.с остановкой по сигналу, в ползании. Развивать ловкость в игровом задании с мячом.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х.и б. по кругу, с поворотом в др.сторону по сигналу; развивать координацию движений при ползании на четвереньках, в равновесии.</w:t>
            </w:r>
          </w:p>
        </w:tc>
        <w:tc>
          <w:tcPr>
            <w:tcW w:w="2352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Повторение пройденного материала</w:t>
            </w:r>
          </w:p>
        </w:tc>
      </w:tr>
      <w:tr w:rsidR="007F2BEC" w:rsidRPr="005C370B" w:rsidTr="0094110C">
        <w:trPr>
          <w:trHeight w:val="2002"/>
        </w:trPr>
        <w:tc>
          <w:tcPr>
            <w:tcW w:w="589" w:type="dxa"/>
            <w:vMerge w:val="restart"/>
            <w:textDirection w:val="btLr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784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3136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Х.в колонне по 1му по сигналу «Лягушки!» полный присед.  Б. в колонне и врассыпную.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4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Х.и б. по кругу.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5</w:t>
            </w:r>
          </w:p>
        </w:tc>
        <w:tc>
          <w:tcPr>
            <w:tcW w:w="2548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 xml:space="preserve">Х.в колонне по 1му, врассыпную, по всему залу. </w:t>
            </w:r>
          </w:p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«Стрекозы» б. «Кузнечики» прыжки с продвижением вперед.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6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Х.в колонне по одному по кругу, с поворотом по сигналу; б.по кругу также с поворотом.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7</w:t>
            </w:r>
          </w:p>
        </w:tc>
        <w:tc>
          <w:tcPr>
            <w:tcW w:w="2352" w:type="dxa"/>
            <w:vMerge w:val="restart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Игровые упражнения: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-«Бегите ко мне»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-«Прокати мяч по дорожке»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-«Попрыгаем как зайки»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-«Поезд»</w:t>
            </w:r>
          </w:p>
        </w:tc>
      </w:tr>
      <w:tr w:rsidR="007F2BEC" w:rsidRPr="005C370B" w:rsidTr="0094110C">
        <w:trPr>
          <w:trHeight w:val="1326"/>
        </w:trPr>
        <w:tc>
          <w:tcPr>
            <w:tcW w:w="589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4" w:type="dxa"/>
            <w:vMerge w:val="restart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136" w:type="dxa"/>
          </w:tcPr>
          <w:p w:rsidR="007F2BEC" w:rsidRPr="005C370B" w:rsidRDefault="007F2BEC" w:rsidP="002118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 «Пойдем по мостику» х.по скамье.</w:t>
            </w:r>
          </w:p>
          <w:p w:rsidR="007F2BEC" w:rsidRPr="005C370B" w:rsidRDefault="007F2BEC" w:rsidP="002118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Прыжки ч/з шнур с 2х н.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Прокатывание мяча др.др. сед н.вр.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Пр. из обруча в обруч.</w:t>
            </w:r>
          </w:p>
        </w:tc>
        <w:tc>
          <w:tcPr>
            <w:tcW w:w="2548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Прокатывание мяча в прямом направлении.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«Быстрый мяч» оттолкнуть мяч и догнать его.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3.</w:t>
            </w:r>
            <w:r w:rsidRPr="005C370B">
              <w:rPr>
                <w:rFonts w:ascii="Times New Roman" w:hAnsi="Times New Roman"/>
                <w:lang w:eastAsia="en-US"/>
              </w:rPr>
              <w:t xml:space="preserve"> Ползание на низких четвереньках мж.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предметами.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«Крокодильчик» Ползание под шнур В 50см.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«Пробеги – не задень» х.и б. мж предметами</w:t>
            </w:r>
          </w:p>
        </w:tc>
        <w:tc>
          <w:tcPr>
            <w:tcW w:w="2352" w:type="dxa"/>
            <w:vMerge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7F2BEC" w:rsidRPr="005C370B" w:rsidTr="0094110C">
        <w:trPr>
          <w:trHeight w:val="404"/>
        </w:trPr>
        <w:tc>
          <w:tcPr>
            <w:tcW w:w="589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4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136" w:type="dxa"/>
          </w:tcPr>
          <w:p w:rsidR="007F2BEC" w:rsidRPr="005C370B" w:rsidRDefault="007F2BEC" w:rsidP="0021189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«Догони  мяч»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«Ловкий шофер»</w:t>
            </w:r>
          </w:p>
        </w:tc>
        <w:tc>
          <w:tcPr>
            <w:tcW w:w="2548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«Зайка серый умывается»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«Кот и воробушки»</w:t>
            </w:r>
          </w:p>
        </w:tc>
        <w:tc>
          <w:tcPr>
            <w:tcW w:w="2352" w:type="dxa"/>
            <w:vMerge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</w:p>
        </w:tc>
      </w:tr>
      <w:tr w:rsidR="007F2BEC" w:rsidRPr="005C370B" w:rsidTr="0094110C">
        <w:trPr>
          <w:trHeight w:val="494"/>
        </w:trPr>
        <w:tc>
          <w:tcPr>
            <w:tcW w:w="589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4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III</w:t>
            </w:r>
          </w:p>
        </w:tc>
        <w:tc>
          <w:tcPr>
            <w:tcW w:w="3136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548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939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352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211895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 xml:space="preserve">Ноябрь </w:t>
      </w:r>
      <w:r w:rsidRPr="00211895">
        <w:rPr>
          <w:rFonts w:ascii="Times New Roman" w:hAnsi="Times New Roman"/>
          <w:lang w:eastAsia="en-US"/>
        </w:rPr>
        <w:t>(вторая младшая группа)</w:t>
      </w:r>
    </w:p>
    <w:tbl>
      <w:tblPr>
        <w:tblW w:w="153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789"/>
        <w:gridCol w:w="3552"/>
        <w:gridCol w:w="3748"/>
        <w:gridCol w:w="3226"/>
        <w:gridCol w:w="3481"/>
      </w:tblGrid>
      <w:tr w:rsidR="007F2BEC" w:rsidRPr="005C370B" w:rsidTr="0094110C">
        <w:trPr>
          <w:trHeight w:val="584"/>
        </w:trPr>
        <w:tc>
          <w:tcPr>
            <w:tcW w:w="1382" w:type="dxa"/>
            <w:gridSpan w:val="2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748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3226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  <w:tc>
          <w:tcPr>
            <w:tcW w:w="3481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4 неделя</w:t>
            </w:r>
          </w:p>
        </w:tc>
      </w:tr>
      <w:tr w:rsidR="007F2BEC" w:rsidRPr="005C370B" w:rsidTr="0094110C">
        <w:trPr>
          <w:trHeight w:val="2611"/>
        </w:trPr>
        <w:tc>
          <w:tcPr>
            <w:tcW w:w="1382" w:type="dxa"/>
            <w:gridSpan w:val="2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 xml:space="preserve">Задачи 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равновесии при х.по ограниченной площади опоры, в приземлении на полусогнутые н.в пр.</w:t>
            </w:r>
          </w:p>
        </w:tc>
        <w:tc>
          <w:tcPr>
            <w:tcW w:w="3748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х.по 1му с заданием; пр.из обруча в обруч, учить приземляться на полусогнутые н.; упражнять в прокатывании мяча др.др., развивая координацию и глазомер</w:t>
            </w:r>
          </w:p>
        </w:tc>
        <w:tc>
          <w:tcPr>
            <w:tcW w:w="3226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Развивать умение действовать по сигналу; развивать координацию и ловкость при прокатывании мяча мж предметами; упражнять в ползании.</w:t>
            </w:r>
          </w:p>
        </w:tc>
        <w:tc>
          <w:tcPr>
            <w:tcW w:w="3481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х.с заданием, развивая внимание, реакцию на сигнал; в ползании, развивая координацию; в равновесии.</w:t>
            </w:r>
          </w:p>
        </w:tc>
      </w:tr>
      <w:tr w:rsidR="007F2BEC" w:rsidRPr="005C370B" w:rsidTr="0094110C">
        <w:trPr>
          <w:trHeight w:val="1734"/>
        </w:trPr>
        <w:tc>
          <w:tcPr>
            <w:tcW w:w="593" w:type="dxa"/>
            <w:vMerge w:val="restart"/>
            <w:textDirection w:val="btLr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789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«Мышки»-х.на носках р.на пояс, «Бабочки»-б.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8</w:t>
            </w:r>
          </w:p>
        </w:tc>
        <w:tc>
          <w:tcPr>
            <w:tcW w:w="3748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«Лошадки»-х.высоко поднимая колено р.на пояс. «Стрекозы»-б.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9</w:t>
            </w:r>
          </w:p>
        </w:tc>
        <w:tc>
          <w:tcPr>
            <w:tcW w:w="3226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Кубики разложены по кругу. Х.по сигналу «Взять кубик!», б.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10</w:t>
            </w:r>
          </w:p>
        </w:tc>
        <w:tc>
          <w:tcPr>
            <w:tcW w:w="3481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«Лягушки»-присед и продолжить х., «Бабочки»-остановка помахать крылышками продолжить х. Б.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 xml:space="preserve">ОРУ № 11  </w:t>
            </w:r>
          </w:p>
        </w:tc>
      </w:tr>
      <w:tr w:rsidR="007F2BEC" w:rsidRPr="005C370B" w:rsidTr="0094110C">
        <w:trPr>
          <w:trHeight w:val="1922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9" w:type="dxa"/>
            <w:vMerge w:val="restart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«В лес по тропинке» х.по доске </w:t>
            </w:r>
          </w:p>
          <w:p w:rsidR="007F2BEC" w:rsidRPr="005C370B" w:rsidRDefault="007F2BEC" w:rsidP="002118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«Зайки-мягкие лапочки» пр.на 2х н. до опушки</w:t>
            </w:r>
          </w:p>
        </w:tc>
        <w:tc>
          <w:tcPr>
            <w:tcW w:w="3748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«Ч/з болото» пр.на 2х.н.ч/з шнуры в шахматном порядке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«Точный пас» прокатывание мяча др.др. </w:t>
            </w:r>
            <w:r w:rsidRPr="005C370B">
              <w:rPr>
                <w:rFonts w:ascii="Times New Roman" w:hAnsi="Times New Roman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lang w:eastAsia="en-US"/>
              </w:rPr>
              <w:t xml:space="preserve"> 2м</w:t>
            </w:r>
          </w:p>
        </w:tc>
        <w:tc>
          <w:tcPr>
            <w:tcW w:w="3226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«Прокати-не задень» прокатывание мяча мж предметами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«Проползи- не задень» ползание на низких 4ках мж предметами</w:t>
            </w:r>
          </w:p>
        </w:tc>
        <w:tc>
          <w:tcPr>
            <w:tcW w:w="3481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«Паучки» ползание на низких четвереньках, перешагнуть ч/з шнур хлопнуть над головой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>Х.подоскена середине присед</w:t>
            </w:r>
          </w:p>
        </w:tc>
      </w:tr>
      <w:tr w:rsidR="007F2BEC" w:rsidRPr="005C370B" w:rsidTr="0094110C">
        <w:trPr>
          <w:trHeight w:val="586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9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552" w:type="dxa"/>
          </w:tcPr>
          <w:p w:rsidR="007F2BEC" w:rsidRPr="005C370B" w:rsidRDefault="007F2BEC" w:rsidP="0021189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«Ловкий шофер»</w:t>
            </w:r>
          </w:p>
        </w:tc>
        <w:tc>
          <w:tcPr>
            <w:tcW w:w="3748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«Мыши в кладовой»</w:t>
            </w:r>
          </w:p>
        </w:tc>
        <w:tc>
          <w:tcPr>
            <w:tcW w:w="3226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«По ровненькой дорожке»</w:t>
            </w:r>
          </w:p>
        </w:tc>
        <w:tc>
          <w:tcPr>
            <w:tcW w:w="3481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«Поймай комара»</w:t>
            </w:r>
          </w:p>
        </w:tc>
      </w:tr>
      <w:tr w:rsidR="007F2BEC" w:rsidRPr="005C370B" w:rsidTr="0094110C">
        <w:trPr>
          <w:trHeight w:val="590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89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III</w:t>
            </w:r>
          </w:p>
        </w:tc>
        <w:tc>
          <w:tcPr>
            <w:tcW w:w="3552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48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226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481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211895" w:rsidRDefault="007F2BEC" w:rsidP="00211895">
      <w:pPr>
        <w:rPr>
          <w:lang w:eastAsia="en-US"/>
        </w:rPr>
      </w:pPr>
    </w:p>
    <w:p w:rsidR="007F2BEC" w:rsidRPr="00211895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spacing w:after="0"/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 xml:space="preserve">Декабрь </w:t>
      </w:r>
      <w:r w:rsidRPr="00211895">
        <w:rPr>
          <w:rFonts w:ascii="Times New Roman" w:hAnsi="Times New Roman"/>
          <w:lang w:eastAsia="en-US"/>
        </w:rPr>
        <w:t>(вторая младшая группа)</w:t>
      </w:r>
    </w:p>
    <w:tbl>
      <w:tblPr>
        <w:tblW w:w="154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790"/>
        <w:gridCol w:w="3557"/>
        <w:gridCol w:w="3752"/>
        <w:gridCol w:w="3160"/>
        <w:gridCol w:w="3555"/>
      </w:tblGrid>
      <w:tr w:rsidR="007F2BEC" w:rsidRPr="005C370B" w:rsidTr="0094110C">
        <w:trPr>
          <w:trHeight w:val="585"/>
        </w:trPr>
        <w:tc>
          <w:tcPr>
            <w:tcW w:w="1383" w:type="dxa"/>
            <w:gridSpan w:val="2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3557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752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3160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  <w:tc>
          <w:tcPr>
            <w:tcW w:w="3555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4 неделя</w:t>
            </w:r>
          </w:p>
        </w:tc>
      </w:tr>
      <w:tr w:rsidR="007F2BEC" w:rsidRPr="005C370B" w:rsidTr="0094110C">
        <w:trPr>
          <w:trHeight w:val="2324"/>
        </w:trPr>
        <w:tc>
          <w:tcPr>
            <w:tcW w:w="1383" w:type="dxa"/>
            <w:gridSpan w:val="2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Задачи</w:t>
            </w:r>
          </w:p>
        </w:tc>
        <w:tc>
          <w:tcPr>
            <w:tcW w:w="3557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х.и б.врассыпную, развивая ориентировку в пространстве; в сохранении устойчивого равновесия и прыжках.</w:t>
            </w:r>
          </w:p>
        </w:tc>
        <w:tc>
          <w:tcPr>
            <w:tcW w:w="3752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х.и б.с выполнением заданий; в приземлении на полусогнутые н.в пр.со скамьи; прокатывании мяча.</w:t>
            </w:r>
          </w:p>
        </w:tc>
        <w:tc>
          <w:tcPr>
            <w:tcW w:w="3160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детей в х.и б.с остановкой по сигналу; в прокатывании мяча мж.предметами, умение группироваться при лазании под дугу.</w:t>
            </w:r>
          </w:p>
        </w:tc>
        <w:tc>
          <w:tcPr>
            <w:tcW w:w="3555" w:type="dxa"/>
          </w:tcPr>
          <w:p w:rsidR="007F2BEC" w:rsidRPr="005C370B" w:rsidRDefault="007F2BEC" w:rsidP="00211895">
            <w:pPr>
              <w:tabs>
                <w:tab w:val="left" w:pos="991"/>
              </w:tabs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детей в х.и б.врассыпную, развивая ориентировку в пространстве; упражнять в ползании и сохранении равновесия при х.по скамье.</w:t>
            </w:r>
          </w:p>
        </w:tc>
      </w:tr>
      <w:tr w:rsidR="007F2BEC" w:rsidRPr="005C370B" w:rsidTr="0094110C">
        <w:trPr>
          <w:trHeight w:val="2031"/>
        </w:trPr>
        <w:tc>
          <w:tcPr>
            <w:tcW w:w="593" w:type="dxa"/>
            <w:vMerge w:val="restart"/>
            <w:textDirection w:val="btLr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790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3557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Х.по кругу. «На прогулку!» х.врассыпную, б.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 xml:space="preserve">ОРУ № 12 </w:t>
            </w:r>
          </w:p>
        </w:tc>
        <w:tc>
          <w:tcPr>
            <w:tcW w:w="3752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Х.в колонне по 1му. По сигналу «Самолеты!» б.врассыпную.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13</w:t>
            </w:r>
          </w:p>
        </w:tc>
        <w:tc>
          <w:tcPr>
            <w:tcW w:w="3160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Х.в колонне по 1му. По сигналу «Воробушки!» остановка «Чик-чирик!». Б.в колонне по 1му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14</w:t>
            </w:r>
          </w:p>
        </w:tc>
        <w:tc>
          <w:tcPr>
            <w:tcW w:w="3555" w:type="dxa"/>
          </w:tcPr>
          <w:p w:rsidR="007F2BEC" w:rsidRPr="005C370B" w:rsidRDefault="007F2BEC" w:rsidP="00211895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Х.в колонне по 1му. По сигналу «На прогулку!» б.врассыпную.</w:t>
            </w:r>
          </w:p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15</w:t>
            </w:r>
          </w:p>
        </w:tc>
      </w:tr>
      <w:tr w:rsidR="007F2BEC" w:rsidRPr="005C370B" w:rsidTr="0094110C">
        <w:trPr>
          <w:trHeight w:val="1926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90" w:type="dxa"/>
            <w:vMerge w:val="restart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557" w:type="dxa"/>
          </w:tcPr>
          <w:p w:rsidR="007F2BEC" w:rsidRPr="00211895" w:rsidRDefault="007F2BEC" w:rsidP="002118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11895">
              <w:rPr>
                <w:rFonts w:ascii="Times New Roman" w:hAnsi="Times New Roman"/>
                <w:b/>
                <w:lang w:eastAsia="en-US"/>
              </w:rPr>
              <w:t>1.</w:t>
            </w:r>
            <w:r w:rsidRPr="00211895">
              <w:rPr>
                <w:rFonts w:ascii="Times New Roman" w:hAnsi="Times New Roman"/>
                <w:lang w:eastAsia="en-US"/>
              </w:rPr>
              <w:t xml:space="preserve"> «Пройди - не задень» х.мж предметами</w:t>
            </w:r>
          </w:p>
          <w:p w:rsidR="007F2BEC" w:rsidRPr="00211895" w:rsidRDefault="007F2BEC" w:rsidP="002118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11895">
              <w:rPr>
                <w:rFonts w:ascii="Times New Roman" w:hAnsi="Times New Roman"/>
                <w:b/>
                <w:lang w:eastAsia="en-US"/>
              </w:rPr>
              <w:t>2.</w:t>
            </w:r>
            <w:r w:rsidRPr="00211895">
              <w:rPr>
                <w:rFonts w:ascii="Times New Roman" w:hAnsi="Times New Roman"/>
                <w:lang w:eastAsia="en-US"/>
              </w:rPr>
              <w:t xml:space="preserve"> «Лягушки - попрыгушки» пр.с 2х н.до шнура «болотце»</w:t>
            </w:r>
          </w:p>
          <w:p w:rsidR="007F2BEC" w:rsidRPr="005C370B" w:rsidRDefault="007F2BEC" w:rsidP="00211895">
            <w:pPr>
              <w:spacing w:after="0" w:line="480" w:lineRule="auto"/>
              <w:rPr>
                <w:rFonts w:ascii="Times New Roman" w:hAnsi="Times New Roman"/>
                <w:lang w:eastAsia="en-US"/>
              </w:rPr>
            </w:pPr>
          </w:p>
          <w:p w:rsidR="007F2BEC" w:rsidRPr="005C370B" w:rsidRDefault="007F2BEC" w:rsidP="00211895">
            <w:pPr>
              <w:spacing w:after="0" w:line="48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752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Пр.со скамьи на мат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Прокатывание мяча др.др.ст.на коленях</w:t>
            </w:r>
          </w:p>
        </w:tc>
        <w:tc>
          <w:tcPr>
            <w:tcW w:w="3160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«Не упусти» прокатывние мяча мж.предметами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«Проползи-не задень» ползание под дугу</w:t>
            </w:r>
          </w:p>
        </w:tc>
        <w:tc>
          <w:tcPr>
            <w:tcW w:w="3555" w:type="dxa"/>
          </w:tcPr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«Жучки на бревнышке» ползание по скамье</w:t>
            </w:r>
          </w:p>
          <w:p w:rsidR="007F2BEC" w:rsidRPr="005C370B" w:rsidRDefault="007F2BEC" w:rsidP="00211895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«Пройдем по мостику» х.по скамье приставным шагом</w:t>
            </w:r>
          </w:p>
        </w:tc>
      </w:tr>
      <w:tr w:rsidR="007F2BEC" w:rsidRPr="005C370B" w:rsidTr="0094110C">
        <w:trPr>
          <w:trHeight w:val="587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90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557" w:type="dxa"/>
          </w:tcPr>
          <w:p w:rsidR="007F2BEC" w:rsidRPr="005C370B" w:rsidRDefault="007F2BEC" w:rsidP="0021189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«Коршун и птенчики»</w:t>
            </w:r>
          </w:p>
        </w:tc>
        <w:tc>
          <w:tcPr>
            <w:tcW w:w="3752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«Найди свой домик»</w:t>
            </w:r>
          </w:p>
        </w:tc>
        <w:tc>
          <w:tcPr>
            <w:tcW w:w="3160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«Лягушки»</w:t>
            </w:r>
          </w:p>
        </w:tc>
        <w:tc>
          <w:tcPr>
            <w:tcW w:w="3555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«Птица и птенчики»</w:t>
            </w:r>
          </w:p>
        </w:tc>
      </w:tr>
      <w:tr w:rsidR="007F2BEC" w:rsidRPr="005C370B" w:rsidTr="0094110C">
        <w:trPr>
          <w:trHeight w:val="463"/>
        </w:trPr>
        <w:tc>
          <w:tcPr>
            <w:tcW w:w="593" w:type="dxa"/>
            <w:vMerge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90" w:type="dxa"/>
          </w:tcPr>
          <w:p w:rsidR="007F2BEC" w:rsidRPr="005C370B" w:rsidRDefault="007F2BEC" w:rsidP="00211895">
            <w:pPr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III</w:t>
            </w:r>
          </w:p>
        </w:tc>
        <w:tc>
          <w:tcPr>
            <w:tcW w:w="3557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52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160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555" w:type="dxa"/>
          </w:tcPr>
          <w:p w:rsidR="007F2BEC" w:rsidRPr="005C370B" w:rsidRDefault="007F2BEC" w:rsidP="00211895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211895" w:rsidRDefault="007F2BEC" w:rsidP="00211895">
      <w:pPr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 xml:space="preserve">Январь </w:t>
      </w:r>
      <w:r w:rsidRPr="00211895">
        <w:rPr>
          <w:rFonts w:ascii="Times New Roman" w:hAnsi="Times New Roman"/>
          <w:lang w:eastAsia="en-US"/>
        </w:rPr>
        <w:t>(вторая младшая группа)</w:t>
      </w:r>
    </w:p>
    <w:tbl>
      <w:tblPr>
        <w:tblW w:w="154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987"/>
        <w:gridCol w:w="4458"/>
        <w:gridCol w:w="4472"/>
        <w:gridCol w:w="4851"/>
      </w:tblGrid>
      <w:tr w:rsidR="007F2BEC" w:rsidRPr="005C370B" w:rsidTr="005C370B">
        <w:trPr>
          <w:trHeight w:val="589"/>
        </w:trPr>
        <w:tc>
          <w:tcPr>
            <w:tcW w:w="1695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4458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47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4851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</w:tr>
      <w:tr w:rsidR="007F2BEC" w:rsidRPr="005C370B" w:rsidTr="005C370B">
        <w:trPr>
          <w:trHeight w:val="1935"/>
        </w:trPr>
        <w:tc>
          <w:tcPr>
            <w:tcW w:w="1695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Задачи</w:t>
            </w:r>
          </w:p>
        </w:tc>
        <w:tc>
          <w:tcPr>
            <w:tcW w:w="4458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 xml:space="preserve">Повторить х. с выполнением задания; упражнять в сохранении равновесия на ограниченной площади опоры; прыжки на 2х н. с продвижением вперед </w:t>
            </w:r>
          </w:p>
        </w:tc>
        <w:tc>
          <w:tcPr>
            <w:tcW w:w="4472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детей в х.в колонне по 1му, б.врассыпную; в пр.на 2х.н.мж предметами; в прокатывании м., развивая ловкость и глазомер</w:t>
            </w:r>
          </w:p>
        </w:tc>
        <w:tc>
          <w:tcPr>
            <w:tcW w:w="4851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Повторить х.с выполнением заданий. Упражнять в ползании под дугу; сохранении устойчевого равновесия при х.по уменьшенной площади опоры.</w:t>
            </w:r>
          </w:p>
        </w:tc>
      </w:tr>
      <w:tr w:rsidR="007F2BEC" w:rsidRPr="005C370B" w:rsidTr="005C370B">
        <w:trPr>
          <w:trHeight w:val="2272"/>
        </w:trPr>
        <w:tc>
          <w:tcPr>
            <w:tcW w:w="708" w:type="dxa"/>
            <w:vMerge w:val="restart"/>
            <w:textDirection w:val="btLr"/>
          </w:tcPr>
          <w:p w:rsidR="007F2BEC" w:rsidRPr="005C370B" w:rsidRDefault="007F2BEC" w:rsidP="005C37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9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4458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на носках «Великаны!», б. с поворотом в др.сторону.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16</w:t>
            </w:r>
          </w:p>
        </w:tc>
        <w:tc>
          <w:tcPr>
            <w:tcW w:w="447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в колонне по одному, б.в колонне и б. в рассыпную «На полянке»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17</w:t>
            </w:r>
          </w:p>
        </w:tc>
        <w:tc>
          <w:tcPr>
            <w:tcW w:w="4851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с остановками «Лягушки» остановка присед р.на колени «Бабочки» остановка помахать р., б.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18</w:t>
            </w:r>
          </w:p>
        </w:tc>
      </w:tr>
      <w:tr w:rsidR="007F2BEC" w:rsidRPr="005C370B" w:rsidTr="005C370B">
        <w:trPr>
          <w:trHeight w:val="2449"/>
        </w:trPr>
        <w:tc>
          <w:tcPr>
            <w:tcW w:w="708" w:type="dxa"/>
            <w:vMerge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87" w:type="dxa"/>
            <w:vMerge w:val="restart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4458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«Пройди – не упади» Х.по скамье р. в сторону 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«Из ямки в ямку» пр.с 2х.н.из обруча в обруч </w:t>
            </w:r>
          </w:p>
        </w:tc>
        <w:tc>
          <w:tcPr>
            <w:tcW w:w="4472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«Зайки - прыгуны» пр. мж кубиками «пеньками» 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Прокатывание мяча мж кубиками</w:t>
            </w:r>
          </w:p>
        </w:tc>
        <w:tc>
          <w:tcPr>
            <w:tcW w:w="4851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Подлезание под дугу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«По тропинке» х.по скамье</w:t>
            </w:r>
          </w:p>
        </w:tc>
      </w:tr>
      <w:tr w:rsidR="007F2BEC" w:rsidRPr="005C370B" w:rsidTr="005C370B">
        <w:trPr>
          <w:trHeight w:val="758"/>
        </w:trPr>
        <w:tc>
          <w:tcPr>
            <w:tcW w:w="708" w:type="dxa"/>
            <w:vMerge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87" w:type="dxa"/>
            <w:vMerge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458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«Коршун и птенчики»</w:t>
            </w:r>
          </w:p>
        </w:tc>
        <w:tc>
          <w:tcPr>
            <w:tcW w:w="447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«Птица и птенчики»</w:t>
            </w:r>
          </w:p>
        </w:tc>
        <w:tc>
          <w:tcPr>
            <w:tcW w:w="4851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 xml:space="preserve">П/И «Лохматый пес» 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7F2BEC" w:rsidRPr="005C370B" w:rsidTr="005C370B">
        <w:trPr>
          <w:trHeight w:val="515"/>
        </w:trPr>
        <w:tc>
          <w:tcPr>
            <w:tcW w:w="708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87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III</w:t>
            </w:r>
          </w:p>
        </w:tc>
        <w:tc>
          <w:tcPr>
            <w:tcW w:w="4458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447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4851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 xml:space="preserve">Февраль </w:t>
      </w:r>
      <w:r w:rsidRPr="00211895">
        <w:rPr>
          <w:rFonts w:ascii="Times New Roman" w:hAnsi="Times New Roman"/>
          <w:lang w:eastAsia="en-US"/>
        </w:rPr>
        <w:t>(вторая младшая группа)</w:t>
      </w:r>
    </w:p>
    <w:tbl>
      <w:tblPr>
        <w:tblW w:w="156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3"/>
        <w:gridCol w:w="973"/>
        <w:gridCol w:w="3600"/>
        <w:gridCol w:w="3685"/>
        <w:gridCol w:w="3402"/>
        <w:gridCol w:w="3344"/>
      </w:tblGrid>
      <w:tr w:rsidR="007F2BEC" w:rsidRPr="005C370B" w:rsidTr="005C370B">
        <w:trPr>
          <w:trHeight w:val="934"/>
        </w:trPr>
        <w:tc>
          <w:tcPr>
            <w:tcW w:w="1646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3600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685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340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  <w:tc>
          <w:tcPr>
            <w:tcW w:w="334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4 неделя</w:t>
            </w:r>
          </w:p>
        </w:tc>
      </w:tr>
      <w:tr w:rsidR="007F2BEC" w:rsidRPr="005C370B" w:rsidTr="005C370B">
        <w:trPr>
          <w:trHeight w:val="3182"/>
        </w:trPr>
        <w:tc>
          <w:tcPr>
            <w:tcW w:w="1646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Задачи</w:t>
            </w:r>
          </w:p>
        </w:tc>
        <w:tc>
          <w:tcPr>
            <w:tcW w:w="3600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х.и б.вокруг предметов; развивать координацию движений при х.; повторить пр.с продвижением вперед</w:t>
            </w:r>
          </w:p>
        </w:tc>
        <w:tc>
          <w:tcPr>
            <w:tcW w:w="3685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х.б. с выполнением заданий; в пр.с высоты и мягком приземлении на полусогнутые н.; развивать ловкость и глазомер в заданиях с мячом</w:t>
            </w:r>
          </w:p>
        </w:tc>
        <w:tc>
          <w:tcPr>
            <w:tcW w:w="3402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х., развивать координацию движений; разучить передачу мяча ч/з шнур, развивая ловкость и глазомер; повторить ползание под шнур</w:t>
            </w:r>
          </w:p>
        </w:tc>
        <w:tc>
          <w:tcPr>
            <w:tcW w:w="3344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х.б. врассыпную; упражнять в умении группироваться в лазании под дугу; повторить упражнение в равновесии</w:t>
            </w:r>
          </w:p>
        </w:tc>
      </w:tr>
      <w:tr w:rsidR="007F2BEC" w:rsidRPr="005C370B" w:rsidTr="005C370B">
        <w:trPr>
          <w:trHeight w:val="1135"/>
        </w:trPr>
        <w:tc>
          <w:tcPr>
            <w:tcW w:w="673" w:type="dxa"/>
            <w:vMerge w:val="restart"/>
            <w:textDirection w:val="btLr"/>
          </w:tcPr>
          <w:p w:rsidR="007F2BEC" w:rsidRPr="005C370B" w:rsidRDefault="007F2BEC" w:rsidP="005C37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97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3600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Х.и б.со сменой направления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19</w:t>
            </w:r>
          </w:p>
        </w:tc>
        <w:tc>
          <w:tcPr>
            <w:tcW w:w="3685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«Мышки!» х. «Лошадки!» б.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20</w:t>
            </w:r>
          </w:p>
        </w:tc>
        <w:tc>
          <w:tcPr>
            <w:tcW w:w="3402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б. в колонне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21</w:t>
            </w:r>
          </w:p>
        </w:tc>
        <w:tc>
          <w:tcPr>
            <w:tcW w:w="3344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и б. в колонне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22</w:t>
            </w:r>
          </w:p>
        </w:tc>
      </w:tr>
      <w:tr w:rsidR="007F2BEC" w:rsidRPr="005C370B" w:rsidTr="005C370B">
        <w:trPr>
          <w:trHeight w:val="1196"/>
        </w:trPr>
        <w:tc>
          <w:tcPr>
            <w:tcW w:w="673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3" w:type="dxa"/>
            <w:vMerge w:val="restart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600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«Перешагни – не наступи» х. перешагивая ч/з шнуры 5-6 шт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«С пенька на пенек» пр.из обруча в обруч</w:t>
            </w:r>
          </w:p>
        </w:tc>
        <w:tc>
          <w:tcPr>
            <w:tcW w:w="3685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1. «Веселые воробушки» пр.со скамьи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«Ловко и быстро!» прокатывание мяча мж кубиками</w:t>
            </w:r>
          </w:p>
        </w:tc>
        <w:tc>
          <w:tcPr>
            <w:tcW w:w="3402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Передача м.ч/з шнур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>Подлезание под шнур</w:t>
            </w:r>
          </w:p>
        </w:tc>
        <w:tc>
          <w:tcPr>
            <w:tcW w:w="3344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«По дугу» подлезание по дугу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Х.по скамье на середине присед хлопок перед собой</w:t>
            </w:r>
          </w:p>
        </w:tc>
      </w:tr>
      <w:tr w:rsidR="007F2BEC" w:rsidRPr="005C370B" w:rsidTr="005C370B">
        <w:trPr>
          <w:trHeight w:val="719"/>
        </w:trPr>
        <w:tc>
          <w:tcPr>
            <w:tcW w:w="673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3" w:type="dxa"/>
            <w:vMerge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600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«Найди свой цвет»</w:t>
            </w:r>
          </w:p>
        </w:tc>
        <w:tc>
          <w:tcPr>
            <w:tcW w:w="3685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«Воробушки в гнездышках»</w:t>
            </w:r>
          </w:p>
        </w:tc>
        <w:tc>
          <w:tcPr>
            <w:tcW w:w="340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«Воробушки и кот»</w:t>
            </w:r>
          </w:p>
        </w:tc>
        <w:tc>
          <w:tcPr>
            <w:tcW w:w="334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«Лягушки»</w:t>
            </w:r>
          </w:p>
        </w:tc>
      </w:tr>
      <w:tr w:rsidR="007F2BEC" w:rsidRPr="005C370B" w:rsidTr="005C370B">
        <w:trPr>
          <w:trHeight w:val="614"/>
        </w:trPr>
        <w:tc>
          <w:tcPr>
            <w:tcW w:w="673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600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5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40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34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211895" w:rsidRDefault="007F2BEC" w:rsidP="00211895">
      <w:pPr>
        <w:rPr>
          <w:rFonts w:ascii="Times New Roman" w:hAnsi="Times New Roman"/>
          <w:lang w:eastAsia="en-US"/>
        </w:rPr>
      </w:pPr>
    </w:p>
    <w:p w:rsidR="007F2BEC" w:rsidRPr="00211895" w:rsidRDefault="007F2BEC" w:rsidP="00211895">
      <w:pPr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 xml:space="preserve">Март </w:t>
      </w:r>
      <w:r w:rsidRPr="00211895">
        <w:rPr>
          <w:rFonts w:ascii="Times New Roman" w:hAnsi="Times New Roman"/>
          <w:lang w:eastAsia="en-US"/>
        </w:rPr>
        <w:t>(вторая младшая группа)</w:t>
      </w:r>
    </w:p>
    <w:tbl>
      <w:tblPr>
        <w:tblW w:w="154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974"/>
        <w:gridCol w:w="3452"/>
        <w:gridCol w:w="3500"/>
        <w:gridCol w:w="3634"/>
        <w:gridCol w:w="3176"/>
      </w:tblGrid>
      <w:tr w:rsidR="007F2BEC" w:rsidRPr="005C370B" w:rsidTr="005C370B">
        <w:trPr>
          <w:trHeight w:val="1031"/>
        </w:trPr>
        <w:tc>
          <w:tcPr>
            <w:tcW w:w="1646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345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500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363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  <w:tc>
          <w:tcPr>
            <w:tcW w:w="317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4 неделя</w:t>
            </w:r>
          </w:p>
        </w:tc>
      </w:tr>
      <w:tr w:rsidR="007F2BEC" w:rsidRPr="005C370B" w:rsidTr="005C370B">
        <w:trPr>
          <w:trHeight w:val="2890"/>
        </w:trPr>
        <w:tc>
          <w:tcPr>
            <w:tcW w:w="1646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Задачи</w:t>
            </w:r>
          </w:p>
        </w:tc>
        <w:tc>
          <w:tcPr>
            <w:tcW w:w="3452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х.б.; в сохранении устойчивого равновесия при х.по ограниченной площади опоры; повторить пр.мж предметами</w:t>
            </w:r>
          </w:p>
        </w:tc>
        <w:tc>
          <w:tcPr>
            <w:tcW w:w="3500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х.б.; разучить пр.в длину с места; развивать ловкость при прокатывании мяча</w:t>
            </w:r>
          </w:p>
        </w:tc>
        <w:tc>
          <w:tcPr>
            <w:tcW w:w="3634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Развивать умение действовать по сигналу. Упражнять в отбивании м о пол и ловле его 2мя р., в ползании на повышенной опоре</w:t>
            </w:r>
          </w:p>
        </w:tc>
        <w:tc>
          <w:tcPr>
            <w:tcW w:w="3176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Развивать координацию движений в х.иб.мж предметами; повторить упр.в ползании; упражнять в сохранении устойчивого равновесия при х.на повышенной опоре</w:t>
            </w:r>
          </w:p>
        </w:tc>
      </w:tr>
      <w:tr w:rsidR="007F2BEC" w:rsidRPr="005C370B" w:rsidTr="005C370B">
        <w:trPr>
          <w:trHeight w:val="1031"/>
        </w:trPr>
        <w:tc>
          <w:tcPr>
            <w:tcW w:w="672" w:type="dxa"/>
            <w:vMerge w:val="restart"/>
            <w:textDirection w:val="btLr"/>
          </w:tcPr>
          <w:p w:rsidR="007F2BEC" w:rsidRPr="005C370B" w:rsidRDefault="007F2BEC" w:rsidP="005C37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97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3452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Х.и б. с изменением направления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23</w:t>
            </w:r>
          </w:p>
        </w:tc>
        <w:tc>
          <w:tcPr>
            <w:tcW w:w="3500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Х.и б.в чередовании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24</w:t>
            </w:r>
          </w:p>
        </w:tc>
        <w:tc>
          <w:tcPr>
            <w:tcW w:w="3634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Х.и б. с заданием «Лошадки!» б.высоко поднимая колено, «Бабочки!» махать крыльями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25</w:t>
            </w:r>
          </w:p>
        </w:tc>
        <w:tc>
          <w:tcPr>
            <w:tcW w:w="3176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Х.и б. мж предметами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26</w:t>
            </w:r>
          </w:p>
        </w:tc>
      </w:tr>
      <w:tr w:rsidR="007F2BEC" w:rsidRPr="005C370B" w:rsidTr="005C370B">
        <w:trPr>
          <w:trHeight w:val="1086"/>
        </w:trPr>
        <w:tc>
          <w:tcPr>
            <w:tcW w:w="672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4" w:type="dxa"/>
            <w:vMerge w:val="restart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452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«Ровным шагом» х.по скамье на середине присед р.вперед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«Змейкой» пр.мж кубиками</w:t>
            </w:r>
          </w:p>
        </w:tc>
        <w:tc>
          <w:tcPr>
            <w:tcW w:w="3500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«Ч/З канавку» пр.в длину с места ч/з канат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«Точно в руки» прокатывание м. др.др.ст.на коленях</w:t>
            </w:r>
          </w:p>
        </w:tc>
        <w:tc>
          <w:tcPr>
            <w:tcW w:w="3634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«Брось - поймай» отбивание мяча 2мя р. на месте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«Муравьи» ползание по скамье на низких четвереньках</w:t>
            </w:r>
          </w:p>
        </w:tc>
        <w:tc>
          <w:tcPr>
            <w:tcW w:w="3176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«Медвежата» ползание на высоких четвереньках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Х. по скамье р.в сторону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F2BEC" w:rsidRPr="005C370B" w:rsidTr="005C370B">
        <w:trPr>
          <w:trHeight w:val="560"/>
        </w:trPr>
        <w:tc>
          <w:tcPr>
            <w:tcW w:w="672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4" w:type="dxa"/>
            <w:vMerge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45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«Кролики»</w:t>
            </w:r>
          </w:p>
        </w:tc>
        <w:tc>
          <w:tcPr>
            <w:tcW w:w="3500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«Найди свой цвет»</w:t>
            </w:r>
          </w:p>
        </w:tc>
        <w:tc>
          <w:tcPr>
            <w:tcW w:w="363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«Зайка серый умывается»</w:t>
            </w:r>
          </w:p>
        </w:tc>
        <w:tc>
          <w:tcPr>
            <w:tcW w:w="317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«Автомобили»</w:t>
            </w:r>
          </w:p>
        </w:tc>
      </w:tr>
      <w:tr w:rsidR="007F2BEC" w:rsidRPr="005C370B" w:rsidTr="005C370B">
        <w:trPr>
          <w:trHeight w:val="697"/>
        </w:trPr>
        <w:tc>
          <w:tcPr>
            <w:tcW w:w="672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45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500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3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17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211895" w:rsidRDefault="007F2BEC" w:rsidP="00211895">
      <w:pPr>
        <w:rPr>
          <w:rFonts w:ascii="Times New Roman" w:hAnsi="Times New Roman"/>
          <w:lang w:eastAsia="en-US"/>
        </w:rPr>
      </w:pPr>
    </w:p>
    <w:p w:rsidR="007F2BEC" w:rsidRPr="00211895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 xml:space="preserve">Апрель </w:t>
      </w:r>
      <w:r w:rsidRPr="00211895">
        <w:rPr>
          <w:rFonts w:ascii="Times New Roman" w:hAnsi="Times New Roman"/>
          <w:lang w:eastAsia="en-US"/>
        </w:rPr>
        <w:t>(вторая младшая группа)</w:t>
      </w:r>
    </w:p>
    <w:tbl>
      <w:tblPr>
        <w:tblW w:w="15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4"/>
        <w:gridCol w:w="962"/>
        <w:gridCol w:w="3409"/>
        <w:gridCol w:w="3646"/>
        <w:gridCol w:w="3467"/>
        <w:gridCol w:w="3088"/>
      </w:tblGrid>
      <w:tr w:rsidR="007F2BEC" w:rsidRPr="005C370B" w:rsidTr="005C370B">
        <w:trPr>
          <w:trHeight w:val="739"/>
        </w:trPr>
        <w:tc>
          <w:tcPr>
            <w:tcW w:w="1626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3409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64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346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  <w:tc>
          <w:tcPr>
            <w:tcW w:w="3088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4 неделя</w:t>
            </w:r>
          </w:p>
        </w:tc>
      </w:tr>
      <w:tr w:rsidR="007F2BEC" w:rsidRPr="005C370B" w:rsidTr="005C370B">
        <w:trPr>
          <w:trHeight w:val="2952"/>
        </w:trPr>
        <w:tc>
          <w:tcPr>
            <w:tcW w:w="1626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Задачи</w:t>
            </w:r>
          </w:p>
        </w:tc>
        <w:tc>
          <w:tcPr>
            <w:tcW w:w="3409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Повторить х.б. вокруг предметов; пр. ч/з шнуры; упражнять в сохранении равновесия при х.на повышенной опоре</w:t>
            </w:r>
          </w:p>
        </w:tc>
        <w:tc>
          <w:tcPr>
            <w:tcW w:w="3646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х.б., с выполнением заданий; в приземлении на полусогнутые н.в пр.; развивать ловкость в упр.с мячом</w:t>
            </w:r>
          </w:p>
        </w:tc>
        <w:tc>
          <w:tcPr>
            <w:tcW w:w="3467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Повторить х.б.с выполнением заданий; развивать ловкость в упр. С мячом; упражнять в ползании на высоких четвереньках</w:t>
            </w:r>
          </w:p>
        </w:tc>
        <w:tc>
          <w:tcPr>
            <w:tcW w:w="3088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х.с остановкой по сигналу; повторить ползание мж предметами; упражнять в сохранении устойчивого равновесия при х.на повышенной опоре</w:t>
            </w:r>
          </w:p>
        </w:tc>
      </w:tr>
      <w:tr w:rsidR="007F2BEC" w:rsidRPr="005C370B" w:rsidTr="005C370B">
        <w:trPr>
          <w:trHeight w:val="1237"/>
        </w:trPr>
        <w:tc>
          <w:tcPr>
            <w:tcW w:w="664" w:type="dxa"/>
            <w:vMerge w:val="restart"/>
            <w:textDirection w:val="btLr"/>
          </w:tcPr>
          <w:p w:rsidR="007F2BEC" w:rsidRPr="005C370B" w:rsidRDefault="007F2BEC" w:rsidP="005C37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96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3409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Х.б.по кругу с изменением направления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27</w:t>
            </w:r>
          </w:p>
        </w:tc>
        <w:tc>
          <w:tcPr>
            <w:tcW w:w="3646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«Жуки полетели!» б. «Жуки отдыхают!» х.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28</w:t>
            </w:r>
          </w:p>
        </w:tc>
        <w:tc>
          <w:tcPr>
            <w:tcW w:w="3467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«Великаны!» х.на носках «Гномы!» х. в полном присяде. Б.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29</w:t>
            </w:r>
          </w:p>
        </w:tc>
        <w:tc>
          <w:tcPr>
            <w:tcW w:w="3088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«Воробушки!» остановка помахать крыльями «Лягушки!» присед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30</w:t>
            </w:r>
          </w:p>
        </w:tc>
      </w:tr>
      <w:tr w:rsidR="007F2BEC" w:rsidRPr="005C370B" w:rsidTr="005C370B">
        <w:trPr>
          <w:trHeight w:val="1304"/>
        </w:trPr>
        <w:tc>
          <w:tcPr>
            <w:tcW w:w="664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62" w:type="dxa"/>
            <w:vMerge w:val="restart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409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Х.по скамье приставным шагом на середине присед р.вперед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«Ч/З канавку» пр.ч/з шнур</w:t>
            </w:r>
          </w:p>
        </w:tc>
        <w:tc>
          <w:tcPr>
            <w:tcW w:w="3646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Пр.из обруча в обруч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«Точный пас» прокатывание мяча др. др. ст. на коленях</w:t>
            </w:r>
          </w:p>
        </w:tc>
        <w:tc>
          <w:tcPr>
            <w:tcW w:w="3467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Подбрасывание м. и ловля его 2мя р.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«Медвежата» ползание на высоких четвереньках</w:t>
            </w:r>
          </w:p>
        </w:tc>
        <w:tc>
          <w:tcPr>
            <w:tcW w:w="3088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«Проползи – не задень» ползание мж предметами, встать в обруч хлопнуть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2.</w:t>
            </w:r>
            <w:r w:rsidRPr="005C370B">
              <w:rPr>
                <w:rFonts w:ascii="Times New Roman" w:hAnsi="Times New Roman"/>
                <w:lang w:eastAsia="en-US"/>
              </w:rPr>
              <w:t xml:space="preserve"> «По мостику» х.по скамье р. в сторону</w:t>
            </w:r>
          </w:p>
        </w:tc>
      </w:tr>
      <w:tr w:rsidR="007F2BEC" w:rsidRPr="005C370B" w:rsidTr="005C370B">
        <w:trPr>
          <w:trHeight w:val="1304"/>
        </w:trPr>
        <w:tc>
          <w:tcPr>
            <w:tcW w:w="664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62" w:type="dxa"/>
            <w:vMerge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409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«Тишина»</w:t>
            </w:r>
          </w:p>
        </w:tc>
        <w:tc>
          <w:tcPr>
            <w:tcW w:w="364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«По ровненькой дорожке»</w:t>
            </w:r>
          </w:p>
        </w:tc>
        <w:tc>
          <w:tcPr>
            <w:tcW w:w="346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«Мы топаем ногами»</w:t>
            </w:r>
          </w:p>
        </w:tc>
        <w:tc>
          <w:tcPr>
            <w:tcW w:w="3088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«Огуречик, огуречик»</w:t>
            </w:r>
          </w:p>
        </w:tc>
      </w:tr>
      <w:tr w:rsidR="007F2BEC" w:rsidRPr="005C370B" w:rsidTr="005C370B">
        <w:trPr>
          <w:trHeight w:val="580"/>
        </w:trPr>
        <w:tc>
          <w:tcPr>
            <w:tcW w:w="664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62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409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4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46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088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211895" w:rsidRDefault="007F2BEC" w:rsidP="00211895">
      <w:pPr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Default="007F2BEC" w:rsidP="00211895">
      <w:pPr>
        <w:jc w:val="center"/>
        <w:rPr>
          <w:rFonts w:ascii="Times New Roman" w:hAnsi="Times New Roman"/>
          <w:b/>
          <w:lang w:eastAsia="en-US"/>
        </w:rPr>
      </w:pPr>
    </w:p>
    <w:p w:rsidR="007F2BEC" w:rsidRPr="00211895" w:rsidRDefault="007F2BEC" w:rsidP="00211895">
      <w:pPr>
        <w:jc w:val="center"/>
        <w:rPr>
          <w:rFonts w:ascii="Times New Roman" w:hAnsi="Times New Roman"/>
          <w:b/>
          <w:lang w:eastAsia="en-US"/>
        </w:rPr>
      </w:pPr>
      <w:r w:rsidRPr="00211895">
        <w:rPr>
          <w:rFonts w:ascii="Times New Roman" w:hAnsi="Times New Roman"/>
          <w:b/>
          <w:lang w:eastAsia="en-US"/>
        </w:rPr>
        <w:t xml:space="preserve">Май </w:t>
      </w:r>
      <w:r w:rsidRPr="00211895">
        <w:rPr>
          <w:rFonts w:ascii="Times New Roman" w:hAnsi="Times New Roman"/>
          <w:lang w:eastAsia="en-US"/>
        </w:rPr>
        <w:t>(вторая младшая группа)</w:t>
      </w:r>
    </w:p>
    <w:tbl>
      <w:tblPr>
        <w:tblW w:w="153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974"/>
        <w:gridCol w:w="3644"/>
        <w:gridCol w:w="3506"/>
        <w:gridCol w:w="3311"/>
        <w:gridCol w:w="3283"/>
      </w:tblGrid>
      <w:tr w:rsidR="007F2BEC" w:rsidRPr="005C370B" w:rsidTr="005C370B">
        <w:trPr>
          <w:trHeight w:val="780"/>
        </w:trPr>
        <w:tc>
          <w:tcPr>
            <w:tcW w:w="1645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№ недели</w:t>
            </w:r>
          </w:p>
        </w:tc>
        <w:tc>
          <w:tcPr>
            <w:tcW w:w="364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1 неделя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50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2 неделя</w:t>
            </w:r>
          </w:p>
        </w:tc>
        <w:tc>
          <w:tcPr>
            <w:tcW w:w="3311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3 неделя</w:t>
            </w:r>
          </w:p>
        </w:tc>
        <w:tc>
          <w:tcPr>
            <w:tcW w:w="328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4 неделя</w:t>
            </w:r>
          </w:p>
        </w:tc>
      </w:tr>
      <w:tr w:rsidR="007F2BEC" w:rsidRPr="005C370B" w:rsidTr="005C370B">
        <w:trPr>
          <w:trHeight w:val="3113"/>
        </w:trPr>
        <w:tc>
          <w:tcPr>
            <w:tcW w:w="1645" w:type="dxa"/>
            <w:gridSpan w:val="2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Задачи</w:t>
            </w:r>
          </w:p>
        </w:tc>
        <w:tc>
          <w:tcPr>
            <w:tcW w:w="3644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Повторить х.б.врассыпную, развивая ориентировку в пространстве; повторить равновесие в прыжках</w:t>
            </w:r>
          </w:p>
        </w:tc>
        <w:tc>
          <w:tcPr>
            <w:tcW w:w="3506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детей в х.б.мж предметами; в прыжках со скамьи на полусогнутые н.; в прокатывании мяча др.др.</w:t>
            </w:r>
          </w:p>
        </w:tc>
        <w:tc>
          <w:tcPr>
            <w:tcW w:w="3311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с выполнением заданий по сигналу; упражнять в подбрасывании мяча вверх и ловля его; ползание по скамье</w:t>
            </w:r>
          </w:p>
        </w:tc>
        <w:tc>
          <w:tcPr>
            <w:tcW w:w="3283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Упражнять в х.б.по сигналу; в лазании по наклонной лесенке; повторить равновесие</w:t>
            </w:r>
          </w:p>
        </w:tc>
      </w:tr>
      <w:tr w:rsidR="007F2BEC" w:rsidRPr="005C370B" w:rsidTr="005C370B">
        <w:trPr>
          <w:trHeight w:val="1305"/>
        </w:trPr>
        <w:tc>
          <w:tcPr>
            <w:tcW w:w="671" w:type="dxa"/>
            <w:vMerge w:val="restart"/>
            <w:textDirection w:val="btLr"/>
          </w:tcPr>
          <w:p w:rsidR="007F2BEC" w:rsidRPr="005C370B" w:rsidRDefault="007F2BEC" w:rsidP="005C37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eastAsia="en-US"/>
              </w:rPr>
              <w:t>Части занятия</w:t>
            </w:r>
          </w:p>
        </w:tc>
        <w:tc>
          <w:tcPr>
            <w:tcW w:w="97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</w:t>
            </w:r>
          </w:p>
        </w:tc>
        <w:tc>
          <w:tcPr>
            <w:tcW w:w="3644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Х.б. с изменением направления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31</w:t>
            </w:r>
          </w:p>
        </w:tc>
        <w:tc>
          <w:tcPr>
            <w:tcW w:w="3506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Х.б. мж предметами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32</w:t>
            </w:r>
          </w:p>
        </w:tc>
        <w:tc>
          <w:tcPr>
            <w:tcW w:w="3311" w:type="dxa"/>
          </w:tcPr>
          <w:p w:rsidR="007F2BEC" w:rsidRPr="005C370B" w:rsidRDefault="007F2BEC" w:rsidP="005C370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«Пчелки!» б.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33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3283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Х. «Мышки!» б.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en-US"/>
              </w:rPr>
            </w:pPr>
            <w:r w:rsidRPr="005C370B">
              <w:rPr>
                <w:rFonts w:ascii="Times New Roman" w:hAnsi="Times New Roman"/>
                <w:i/>
                <w:lang w:eastAsia="en-US"/>
              </w:rPr>
              <w:t>ОРУ № 34</w:t>
            </w:r>
          </w:p>
        </w:tc>
      </w:tr>
      <w:tr w:rsidR="007F2BEC" w:rsidRPr="005C370B" w:rsidTr="005C370B">
        <w:trPr>
          <w:trHeight w:val="1375"/>
        </w:trPr>
        <w:tc>
          <w:tcPr>
            <w:tcW w:w="671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4" w:type="dxa"/>
            <w:vMerge w:val="restart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644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 Х.по скамье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 xml:space="preserve">- Пр.ч/з шнуры </w:t>
            </w:r>
            <w:r w:rsidRPr="005C370B">
              <w:rPr>
                <w:rFonts w:ascii="Times New Roman" w:hAnsi="Times New Roman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lang w:eastAsia="en-US"/>
              </w:rPr>
              <w:t>30 см</w:t>
            </w:r>
          </w:p>
        </w:tc>
        <w:tc>
          <w:tcPr>
            <w:tcW w:w="3506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 «Парашютисты» пр.со скамьи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 Прокатывание мя др.др.по 4-5 чел.</w:t>
            </w:r>
          </w:p>
        </w:tc>
        <w:tc>
          <w:tcPr>
            <w:tcW w:w="3311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 Подбрасывание м.вверх и ловля его 2мя р.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 xml:space="preserve">- «Жучки!» ползание по скамье </w:t>
            </w:r>
          </w:p>
        </w:tc>
        <w:tc>
          <w:tcPr>
            <w:tcW w:w="3283" w:type="dxa"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 Лазание на наклонную лесенку</w:t>
            </w:r>
          </w:p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- Х. по скамье р.в сторону</w:t>
            </w:r>
          </w:p>
        </w:tc>
      </w:tr>
      <w:tr w:rsidR="007F2BEC" w:rsidRPr="005C370B" w:rsidTr="005C370B">
        <w:trPr>
          <w:trHeight w:val="1375"/>
        </w:trPr>
        <w:tc>
          <w:tcPr>
            <w:tcW w:w="671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4" w:type="dxa"/>
            <w:vMerge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64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«Мыши в кладовой»</w:t>
            </w:r>
          </w:p>
        </w:tc>
        <w:tc>
          <w:tcPr>
            <w:tcW w:w="350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«Воробушки и кот»</w:t>
            </w:r>
          </w:p>
        </w:tc>
        <w:tc>
          <w:tcPr>
            <w:tcW w:w="3311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«Огуречик, огуречик»</w:t>
            </w:r>
          </w:p>
        </w:tc>
        <w:tc>
          <w:tcPr>
            <w:tcW w:w="328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П/И «Коршун и наседка»</w:t>
            </w:r>
          </w:p>
        </w:tc>
      </w:tr>
      <w:tr w:rsidR="007F2BEC" w:rsidRPr="005C370B" w:rsidTr="005C370B">
        <w:trPr>
          <w:trHeight w:val="593"/>
        </w:trPr>
        <w:tc>
          <w:tcPr>
            <w:tcW w:w="671" w:type="dxa"/>
            <w:vMerge/>
          </w:tcPr>
          <w:p w:rsidR="007F2BEC" w:rsidRPr="005C370B" w:rsidRDefault="007F2BEC" w:rsidP="005C370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5C370B">
              <w:rPr>
                <w:rFonts w:ascii="Times New Roman" w:hAnsi="Times New Roman"/>
                <w:b/>
                <w:lang w:val="en-US" w:eastAsia="en-US"/>
              </w:rPr>
              <w:t>II</w:t>
            </w:r>
          </w:p>
        </w:tc>
        <w:tc>
          <w:tcPr>
            <w:tcW w:w="3644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50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311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28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7F2BEC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23D23">
        <w:rPr>
          <w:rFonts w:ascii="Times New Roman" w:hAnsi="Times New Roman"/>
          <w:b/>
          <w:sz w:val="24"/>
          <w:szCs w:val="24"/>
          <w:lang w:eastAsia="en-US"/>
        </w:rPr>
        <w:t xml:space="preserve">ПЕРСПЕКТИВНОЕ ПЛАНИРОВАНИЕ ОБРАЗОВАТЕЛЬНОЙ ОБЛАСТИ «ФИЗИЧЕСКОЕ РАЗВИТИЕ» </w:t>
      </w: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23D23">
        <w:rPr>
          <w:rFonts w:ascii="Times New Roman" w:hAnsi="Times New Roman"/>
          <w:b/>
          <w:sz w:val="24"/>
          <w:szCs w:val="24"/>
          <w:lang w:eastAsia="en-US"/>
        </w:rPr>
        <w:t xml:space="preserve">ТЕМАТИЧЕСКИЙ МОДУЛЬ «ФИЗИЧЕСКАЯ КУЛЬТУРА» </w:t>
      </w:r>
    </w:p>
    <w:p w:rsidR="007F2BEC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Средняя группа</w:t>
      </w: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Сентябрь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851"/>
        <w:gridCol w:w="1418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колонной по 1му; учить сохранять устойчивое равновесие на уменьшенной площади опоры; упражнять в энергичном отталкивании 2мя н.от пола и мягком приземлении.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Учить энергично отталкиваться от пола и приземляться на полусогнутые н.при подпрыгивании вверх, доставая до предмета; упражнять в прокатывании мяча.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х.колонной по 1му, беге врассыпную; упражнять в прокатывании мяча, подлезание под шнур.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Продолжать учить останавливаться по сигналу во время х.; закреплять умение группироваться при подлезание под шнур; упражнять в сохранении равновесия при  х.по уменьшенной площади опоры.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чередовании с б.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и б. в колонне по 1му с остановкой по сигналу «Зайки».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 мж.2мя линиями;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 по сигналу остановка «Воробушки»; б. 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4</w:t>
            </w:r>
          </w:p>
        </w:tc>
      </w:tr>
      <w:tr w:rsidR="007F2BEC" w:rsidRPr="005C370B" w:rsidTr="008775C4">
        <w:trPr>
          <w:trHeight w:val="2927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559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б. мж.2мя линиями Ш15см, Д3м.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Пр.вверх с 2х н.на месте и с поворотом вправо, влево.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Х.и б. мж. 2мя линиями Ш20см.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2х н.с продвижением вперед 3-4м.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«Достань до предмета».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Прокатывание мяча др.др. ст.на коленях, сидя на пятках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2м.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«Достань до предмета».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Прокатывание мяча др.др.седн.вр.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 четвереньках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Прокатывание мяча др.др. 2мя р.ст.на коленях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шнур, не касаясь р.пола В50см.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Подбрасывание мяча вверх и ловля его 2мя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под дугу.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мж.предметами 50см-3-4м.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шнур, не касаясь р.пола.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Х.на носках по доске, лежащей на полу.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Х.на носках по доске, лежащей на полу ч/з предметы.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под шнур (дугу) на низких четвереньках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1м.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2х н.с продвижением вперед.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«Найди себе пару!»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«Самолеты»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«Огуречик, огуречек»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 медведя во бору»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94759B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Октябрь</w:t>
      </w:r>
      <w:r w:rsidRPr="00823D23">
        <w:rPr>
          <w:rFonts w:ascii="Times New Roman" w:hAnsi="Times New Roman"/>
          <w:sz w:val="20"/>
          <w:szCs w:val="20"/>
          <w:lang w:eastAsia="en-US"/>
        </w:rPr>
        <w:t>(средняя группа)</w:t>
      </w:r>
    </w:p>
    <w:tbl>
      <w:tblPr>
        <w:tblW w:w="160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566"/>
        <w:gridCol w:w="1274"/>
        <w:gridCol w:w="426"/>
        <w:gridCol w:w="1137"/>
        <w:gridCol w:w="1272"/>
        <w:gridCol w:w="145"/>
        <w:gridCol w:w="1415"/>
        <w:gridCol w:w="1559"/>
        <w:gridCol w:w="1562"/>
        <w:gridCol w:w="1559"/>
        <w:gridCol w:w="281"/>
        <w:gridCol w:w="1559"/>
        <w:gridCol w:w="1559"/>
        <w:gridCol w:w="1282"/>
      </w:tblGrid>
      <w:tr w:rsidR="007F2BEC" w:rsidRPr="005C370B" w:rsidTr="008775C4">
        <w:tc>
          <w:tcPr>
            <w:tcW w:w="99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2837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3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12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399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  <w:tc>
          <w:tcPr>
            <w:tcW w:w="284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</w:tr>
      <w:tr w:rsidR="007F2BEC" w:rsidRPr="005C370B" w:rsidTr="008775C4">
        <w:tc>
          <w:tcPr>
            <w:tcW w:w="991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0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7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2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0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82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99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2837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Учить детей сохранять устойчивое равновесие при х.на повышенной опоре; упражнять в энергичном отталкивании и мягком приземлении в пр.с продвижением вперед.</w:t>
            </w:r>
          </w:p>
        </w:tc>
        <w:tc>
          <w:tcPr>
            <w:tcW w:w="2832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Учить детей находить свое место в шеренге после х.и б.; упражнять в приземлении на полусогнутые н.в пр. из обруча в обруч; закреплять умение прокатывать мяч дрдр, развивать точность.</w:t>
            </w:r>
          </w:p>
        </w:tc>
        <w:tc>
          <w:tcPr>
            <w:tcW w:w="3121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х., развивать глазомер и ритмичность при  перешагивании ч/з предметы; упражнять в прокатывании мяча, в лазанье под дугу.</w:t>
            </w:r>
          </w:p>
        </w:tc>
        <w:tc>
          <w:tcPr>
            <w:tcW w:w="3399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х.б.колонной по 1му, в х. б.врассыпную; повторить лазанье под дугу, не касаясь р.пола; упражнять в сохранении равновесия при х. на уменьшенной площади опоры.</w:t>
            </w:r>
          </w:p>
        </w:tc>
        <w:tc>
          <w:tcPr>
            <w:tcW w:w="2841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пройденного материала.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566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2837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Х.б. с препятствием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5</w:t>
            </w:r>
          </w:p>
        </w:tc>
        <w:tc>
          <w:tcPr>
            <w:tcW w:w="2832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с командой по местам в шеренгу. Б.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6</w:t>
            </w:r>
          </w:p>
        </w:tc>
        <w:tc>
          <w:tcPr>
            <w:tcW w:w="312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Х.в колонне по 1му с перешагиванием ч/з предметы.      </w:t>
            </w: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7</w:t>
            </w:r>
          </w:p>
        </w:tc>
        <w:tc>
          <w:tcPr>
            <w:tcW w:w="3399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Х.б.в колонне и в 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8</w:t>
            </w:r>
          </w:p>
        </w:tc>
        <w:tc>
          <w:tcPr>
            <w:tcW w:w="2841" w:type="dxa"/>
            <w:gridSpan w:val="2"/>
            <w:vMerge w:val="restart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Игровые упражнения: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-Лошадки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-Найди себе пару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-Кот и мыши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274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р.на пояс по середине присед р.в стороны.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н.спрдвижением вперед до кубика.</w:t>
            </w:r>
          </w:p>
        </w:tc>
        <w:tc>
          <w:tcPr>
            <w:tcW w:w="1563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с мешочком на голове, р.на пояс.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2х н.до предмета, перепрыгнуть.</w:t>
            </w:r>
          </w:p>
        </w:tc>
        <w:tc>
          <w:tcPr>
            <w:tcW w:w="141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из обруча в обруч с 2х 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тывание мяча дрдрст.на коленях.</w:t>
            </w:r>
          </w:p>
        </w:tc>
        <w:tc>
          <w:tcPr>
            <w:tcW w:w="1415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из обруча в обруч с 2х 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тывание мяча мж предметами.</w:t>
            </w: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тывание мяча прямо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шнур, не касаясь р.</w:t>
            </w:r>
          </w:p>
        </w:tc>
        <w:tc>
          <w:tcPr>
            <w:tcW w:w="1562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дугу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ч/з 4-5 веревочек</w:t>
            </w: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под дугу В 50см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Х.ч/з кубики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Пр.мж. предметами на 2х н.</w:t>
            </w:r>
          </w:p>
        </w:tc>
        <w:tc>
          <w:tcPr>
            <w:tcW w:w="1840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 В 40см с мячом в руках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 мяча по дорожке, затем пробежать за мячом</w:t>
            </w:r>
          </w:p>
        </w:tc>
        <w:tc>
          <w:tcPr>
            <w:tcW w:w="2841" w:type="dxa"/>
            <w:gridSpan w:val="2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37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«Кот и мыши»</w:t>
            </w:r>
          </w:p>
        </w:tc>
        <w:tc>
          <w:tcPr>
            <w:tcW w:w="283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«Автомобили»</w:t>
            </w:r>
          </w:p>
        </w:tc>
        <w:tc>
          <w:tcPr>
            <w:tcW w:w="312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 медведя во бору»</w:t>
            </w:r>
          </w:p>
        </w:tc>
        <w:tc>
          <w:tcPr>
            <w:tcW w:w="3399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«Кот и мыши»</w:t>
            </w:r>
          </w:p>
        </w:tc>
        <w:tc>
          <w:tcPr>
            <w:tcW w:w="2841" w:type="dxa"/>
            <w:gridSpan w:val="2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2837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83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121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399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841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94759B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Ноябрь</w:t>
      </w:r>
      <w:r w:rsidRPr="00823D23">
        <w:rPr>
          <w:rFonts w:ascii="Times New Roman" w:hAnsi="Times New Roman"/>
          <w:sz w:val="20"/>
          <w:szCs w:val="20"/>
          <w:lang w:eastAsia="en-US"/>
        </w:rPr>
        <w:t>(средняя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426"/>
        <w:gridCol w:w="851"/>
        <w:gridCol w:w="1418"/>
        <w:gridCol w:w="141"/>
        <w:gridCol w:w="1842"/>
        <w:gridCol w:w="1842"/>
        <w:gridCol w:w="1983"/>
        <w:gridCol w:w="1842"/>
        <w:gridCol w:w="1842"/>
        <w:gridCol w:w="1842"/>
        <w:gridCol w:w="1918"/>
      </w:tblGrid>
      <w:tr w:rsidR="007F2BEC" w:rsidRPr="005C370B" w:rsidTr="008775C4">
        <w:tc>
          <w:tcPr>
            <w:tcW w:w="1276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76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76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мж предметами; в пр.на 2х н., закреплять умение удерживать устойчивое равновесие при х. на повышенной опоре.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б.по кругу, в х.и б. на носках; в приземлении на полусогнутые н.в пр.; в прокатывании мяча.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с изменением направления движ; в в отбивании мяча о пол и ловля его 2мя р.; повторить ползание на высоки четвереньках.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б.с остановкой по сигналу; в ползании на животе по скамье, развивая силу и ловкость; повторить задание на равновесие.</w:t>
            </w:r>
          </w:p>
        </w:tc>
      </w:tr>
      <w:tr w:rsidR="007F2BEC" w:rsidRPr="005C370B" w:rsidTr="008775C4">
        <w:trPr>
          <w:gridBefore w:val="1"/>
        </w:trPr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Х.иб.мж кубиками.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9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б.по кругу с поворотом в др.сторону по сигналу; х.и б. врассыпную, на носках.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10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изменением направления по сигналу, высоко поднимая колено, р.на пояс.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11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б.по сигналу принять любую позу.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12</w:t>
            </w:r>
          </w:p>
        </w:tc>
      </w:tr>
      <w:tr w:rsidR="007F2BEC" w:rsidRPr="005C370B" w:rsidTr="008775C4">
        <w:trPr>
          <w:gridBefore w:val="1"/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559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скамье перешагивая ч/з кубики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мж предметами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с мешочком на голове р.в сторону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н.ч/з 5-6 шнуров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сывание мяча вверх и ловля его 2мя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н.ч/з 5-6 шнуров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тывание мячей др.др.ст.на коленях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мж 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др.др.снизу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1.5м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Отбивание мяча о пол 2мя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Отбивание мяча о пол 2мя 1й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высоких четвереньках «по-медвежьи»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мж 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животе, подтягиваясь 2мя р., хват сбоку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боком р.на пояс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боком на середине по середине присед р.вперед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2х н.до предмета</w:t>
            </w:r>
          </w:p>
        </w:tc>
      </w:tr>
      <w:tr w:rsidR="007F2BEC" w:rsidRPr="005C370B" w:rsidTr="008775C4">
        <w:trPr>
          <w:gridBefore w:val="1"/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«Салки»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«Самолеты»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«Лиса и куры»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«Цветные автомобили»</w:t>
            </w:r>
          </w:p>
        </w:tc>
      </w:tr>
      <w:tr w:rsidR="007F2BEC" w:rsidRPr="005C370B" w:rsidTr="008775C4">
        <w:trPr>
          <w:gridBefore w:val="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rPr>
          <w:sz w:val="20"/>
          <w:szCs w:val="20"/>
          <w:lang w:eastAsia="en-US"/>
        </w:rPr>
      </w:pPr>
    </w:p>
    <w:p w:rsidR="007F2BEC" w:rsidRPr="00823D23" w:rsidRDefault="007F2BEC" w:rsidP="00811111">
      <w:pPr>
        <w:rPr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Декабрь</w:t>
      </w:r>
      <w:r w:rsidRPr="00823D23">
        <w:rPr>
          <w:rFonts w:ascii="Times New Roman" w:hAnsi="Times New Roman"/>
          <w:sz w:val="20"/>
          <w:szCs w:val="20"/>
          <w:lang w:eastAsia="en-US"/>
        </w:rPr>
        <w:t>(средняя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851"/>
        <w:gridCol w:w="1418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Развивать внимание детей при выполнении заданий в х.и б.; упражнять в сохранении устойчивого равновесия при х. по уменьшенной площади опоры; развивать ловкость и координацию движений в прыжках ч/з препятствие.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перестроении в пары на месте; в прыжках с приземлением на полусогнутые н.; развивать глазомер и ловкость при прокатывании мяча мж предметами.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х.колонной по одному; развивать ловкость и глазомер при передаче мяча др.др.; повторить ползание на четвереньках.</w:t>
            </w: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и б.; учить правильному хвату рук за края скамьи при ползании на животе; повторить упражнение в равновесии.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б.в колонне по одному, врассыпную по сигналу в колонну.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13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б.по одному. Перестроиться в пары на месте рассчитавшись на Белочек и Зайчиков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ОРУ № 14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одному; х.и б.врассыпную, по сигналу остановка.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15</w:t>
            </w: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Х. в колонне по одному; х. и б. врассыпную, по сигналу остановка. 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16</w:t>
            </w:r>
          </w:p>
        </w:tc>
      </w:tr>
      <w:tr w:rsidR="007F2BEC" w:rsidRPr="005C370B" w:rsidTr="008775C4">
        <w:trPr>
          <w:trHeight w:val="3142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559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канату по прямой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Пр.ч/з кубики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5-6шт., р.свободно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канату по кругу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Пр.ч/з кубики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5-6шт., р.свободно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мяча мж.предметами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Пр.со скамьи на мат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мяча мж. предметами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Пр.со скамьи на мат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Прокатывание мяча мж. 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Бег по дорожке ширина 20см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Передача мяча снизу др.др. 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,5 м"/>
              </w:smartTagPr>
              <w:r w:rsidRPr="00823D23">
                <w:rPr>
                  <w:rFonts w:ascii="Times New Roman" w:hAnsi="Times New Roman"/>
                  <w:color w:val="000000"/>
                  <w:sz w:val="20"/>
                  <w:szCs w:val="20"/>
                </w:rPr>
                <w:t>1,5 м</w:t>
              </w:r>
            </w:smartTag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Ползание на высоких четвереньках 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Передача мяча снизу др.др. 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,5 м"/>
              </w:smartTagPr>
              <w:r w:rsidRPr="00823D23">
                <w:rPr>
                  <w:rFonts w:ascii="Times New Roman" w:hAnsi="Times New Roman"/>
                  <w:color w:val="000000"/>
                  <w:sz w:val="20"/>
                  <w:szCs w:val="20"/>
                </w:rPr>
                <w:t>1,5 м</w:t>
              </w:r>
            </w:smartTag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Ползание на высоких четвереньках по скамье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Х.спереш. ч/з предметы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животе по скаме, хват сбоку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приставным шагом, р.за голову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высоких четвереньках по скамье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на середине присед, хлопок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2х н. с продвижением вперед до предмета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«Лиса и куры»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 медведя во бору»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«Зайцы и волк»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«Птичка и кошка»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94759B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Январь</w:t>
      </w:r>
      <w:r w:rsidRPr="00823D23">
        <w:rPr>
          <w:rFonts w:ascii="Times New Roman" w:hAnsi="Times New Roman"/>
          <w:sz w:val="20"/>
          <w:szCs w:val="20"/>
          <w:lang w:eastAsia="en-US"/>
        </w:rPr>
        <w:t>(средняя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851"/>
        <w:gridCol w:w="1418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х.иб.мж. предметами; формировать устойчивое равновесие в х.по уменьшенной поверхности; повторить упр.в прыжках.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х.со сменой ведущего; в прыжках и передачи мяча др.др.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 мж.предметами; ползание по скамье на четвереньках, развивать ловкость с мячом.</w:t>
            </w: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со сменой ведущего, с высоким подниманием колен; в равновесии при х. скамье, закреплять умение правильно подлезать под шнур.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одному; х.и б. мж. 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17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одному со сменой ведущего,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18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одному «змейой», мж.предметами; х.с перешагиванием ч/з шнуры;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19</w:t>
            </w: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 со сменой ведущего. Бег.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20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559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канату боком, пятки на канате, р.на пояс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с 2х н.с продвижением вперед вдоль каната вправо влево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канату боком, носки на канате, р.за головой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с 2х н.с продвижением вперед вдоль каната вправо влево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 мяча вверх и ловля его двумя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Пр.со скамьи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др.др.2м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Отбивание мяча одной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н.вм., н.вр.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Х.на носках мж. предметами 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Отбивание мяча одной рукой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Ползание по скамье на высоких четвереньках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мяча др.др 2,5м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прямой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вдоль каната вправо влево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мешочком на голове, р.на пояс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 прямо и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приставным шагом, р.на пояс на середине присед, р.вперед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мж.предметами 4-5 шт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«Кролики»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«Найди себе пару»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«Лошадки»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«Автомобили»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94759B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Февраль</w:t>
      </w:r>
      <w:r w:rsidRPr="00823D23">
        <w:rPr>
          <w:rFonts w:ascii="Times New Roman" w:hAnsi="Times New Roman"/>
          <w:sz w:val="20"/>
          <w:szCs w:val="20"/>
          <w:lang w:eastAsia="en-US"/>
        </w:rPr>
        <w:t>(средняя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851"/>
        <w:gridCol w:w="1418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402" w:type="dxa"/>
            <w:gridSpan w:val="3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и б. мж. предметами, в равновесии; повторить задание в прыжках.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с выполнением заданий в пр. из обруча в обруч; развивать ловкость при прокатывании мяча мж. предметами.</w:t>
            </w:r>
          </w:p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детей в х. и б. врассыпную мж. предметами; в ловле мяча двумя руками; закреплять навык ползания на четвереньках.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с изменением направления движения; повторить ползание в прямом направлении, прыжки мж. предметами.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402" w:type="dxa"/>
            <w:gridSpan w:val="3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одному, х. и б. мж. предметами, 5-6 штук ходьба и бег врассыпную. Построение в три колонны.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21</w:t>
            </w:r>
          </w:p>
        </w:tc>
        <w:tc>
          <w:tcPr>
            <w:tcW w:w="3827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Х. в колонне по одному, «Аист!» остановиться, поднять ногу, согнутую в колене, руки в стороны, «Лягушки!» присд на, руки на колени. </w:t>
            </w:r>
          </w:p>
          <w:p w:rsidR="007F2BEC" w:rsidRPr="00823D23" w:rsidRDefault="007F2BEC" w:rsidP="008775C4">
            <w:pPr>
              <w:spacing w:after="0" w:line="315" w:lineRule="atLeast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ОРУ № 22</w:t>
            </w:r>
          </w:p>
        </w:tc>
        <w:tc>
          <w:tcPr>
            <w:tcW w:w="3686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одному; на носках, руки за голову; обычная ходьба, руки в стороны; переход на бег врассыпную. Ходьба и бег в чередовании.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23</w:t>
            </w: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 б. врассыпную, перестроение в ходьбе в колонну по одному.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24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559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поворотом на середине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Пр.ч/з предметы 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Х.перешагивая ч/з предметы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с 2х н.с продвижением вперед вдоль каната вправо влево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снизу др.др. 2м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Пр.из обруча в обруч с 2х н.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5-6 шт.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мячей мж.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предметами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Пр.на 2х н.ч/з шнуры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снизу др.др.ст.на коленях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Х.на носках, р.на пояс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Передача мяча др.др.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Ползание на четвереньках по скамье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 вертикальную цель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с 2х н.с продвижением вперед мж.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предметами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Х.перешагивая ч/з предметы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приставным шагом, на середине присед, р.вперед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правой левой н. до предмета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«Котята и щенята»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 медведя во бору»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«Воробушки  и автомобиль»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«Перелет птиц»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94759B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Март</w:t>
      </w:r>
      <w:r w:rsidRPr="00823D23">
        <w:rPr>
          <w:rFonts w:ascii="Times New Roman" w:hAnsi="Times New Roman"/>
          <w:sz w:val="20"/>
          <w:szCs w:val="20"/>
          <w:lang w:eastAsia="en-US"/>
        </w:rPr>
        <w:t>(средняя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851"/>
        <w:gridCol w:w="1418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402" w:type="dxa"/>
            <w:gridSpan w:val="3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и б. по кругу с изменением направления движения и б.врассыпную; повторить упражнения в равновесии и прыжках.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с выполнением заданий по сигналу; в прыжках в длину с места, в передаче мяча через сетку; повторить х. и б. врассыпную.</w:t>
            </w:r>
          </w:p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и б. по кругу; х. и б. с выпoлнeниeм задания; повторить прокатывание мяча мж. предметами; упражнять в ползании на животе по скамье.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и б. врассыпную, с остановкой по сигналу; повторить ползание по скамье «по-медвежьи»; упражнения в равновесии и прыжках.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Х.в колонне по одному. По сигналу поворот кругом; переход на б. Х.и б. в чередовании. Х.и б. врассыпную с остановкой по сигналу.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25</w:t>
            </w:r>
          </w:p>
        </w:tc>
        <w:tc>
          <w:tcPr>
            <w:tcW w:w="3827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одному. «Лошадки!» х.высоко поднимая колени, р.на пояс, переход на обычную х. «Мышки!» х. на носках, руки за голову. Х. и б. врассыпную.</w:t>
            </w:r>
          </w:p>
          <w:p w:rsidR="007F2BEC" w:rsidRPr="00823D23" w:rsidRDefault="007F2BEC" w:rsidP="008775C4">
            <w:pPr>
              <w:spacing w:after="0" w:line="315" w:lineRule="atLeast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ОРУ № 26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Х. в колонне по одному; х. и б. по кругу с выполнением заданий: х. на носках, в полуприсяде, р. на коленях; переход на обычную х.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27</w:t>
            </w: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Ходьба в колонне по одному; х. и б. врассыпную, по сигналу остановка.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28</w:t>
            </w:r>
          </w:p>
        </w:tc>
      </w:tr>
      <w:tr w:rsidR="007F2BEC" w:rsidRPr="005C370B" w:rsidTr="008775C4">
        <w:trPr>
          <w:trHeight w:val="3132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559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Х.н носках мж. Предметами 4-5шт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с 2х н.с продвижением вперед вдоль каната вправо влево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б.по наклонной доске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ч/з шнур снизу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ч/з шнур из за головы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мяча др.др. сед н.вр. 2м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Прокатывание мяча мж.предметами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Ползание по скамье на животе, хват сбоку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мяча мж. 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с мешочком на спине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мешочком на голове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доске на полу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5-6 шнуров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Лазание по гимн.стенке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доске на полу, на носках, р.на пояс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ч/з 5-6 шнуров</w:t>
            </w:r>
          </w:p>
        </w:tc>
      </w:tr>
      <w:tr w:rsidR="007F2BEC" w:rsidRPr="005C370B" w:rsidTr="008775C4">
        <w:trPr>
          <w:trHeight w:val="209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«Перелет птиц»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«Бездомный заяц»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«Самолеты»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«Охотник и зайцы»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BC09CF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Апрель</w:t>
      </w:r>
      <w:r w:rsidRPr="00823D23">
        <w:rPr>
          <w:rFonts w:ascii="Times New Roman" w:hAnsi="Times New Roman"/>
          <w:sz w:val="20"/>
          <w:szCs w:val="20"/>
          <w:lang w:eastAsia="en-US"/>
        </w:rPr>
        <w:t>(средняя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851"/>
        <w:gridCol w:w="1418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402" w:type="dxa"/>
            <w:gridSpan w:val="3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х.и б. в колонне по одному, х.и б. врассыпную; повторить задания в равновесии и прыжках.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х.и б. по кругу, взявшись за руки, х. и б. врассыпную; метании мешочков в горизонтальную цель; закреплять умение занимать правильное и.п. в прыжках в длину с места.</w:t>
            </w:r>
          </w:p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с выполнением заданий по сигналу; развивать ловкость и глазомер при метании, повторить ползание на четвереньках.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х.и б. врассыпную; повторить упражнения в равновесии и прыжках.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Х. в колонне по одному. Х. с перешагиванием через бруски попеременно правой и левой ногой. Б. 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29</w:t>
            </w:r>
          </w:p>
        </w:tc>
        <w:tc>
          <w:tcPr>
            <w:tcW w:w="3827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 и б. врассыпную.</w:t>
            </w:r>
          </w:p>
          <w:p w:rsidR="007F2BEC" w:rsidRPr="00823D23" w:rsidRDefault="007F2BEC" w:rsidP="008775C4">
            <w:pPr>
              <w:spacing w:after="0" w:line="315" w:lineRule="atLeast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ОРУ № 30</w:t>
            </w:r>
          </w:p>
        </w:tc>
        <w:tc>
          <w:tcPr>
            <w:tcW w:w="3686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одному. «Лягушки!» присед р. на колени, «Бабочки!» б., помахивая «крылышками». Упражнения в ходьбе и беге чередуются.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31</w:t>
            </w: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одному, х. и бег врассыпную;«Лошадки!»х.высоко поднимая колени; «Мышки!» х. на носках семенящими шагами; ходьба и бег в чередовании.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32</w:t>
            </w:r>
          </w:p>
        </w:tc>
      </w:tr>
      <w:tr w:rsidR="007F2BEC" w:rsidRPr="005C370B" w:rsidTr="008775C4">
        <w:trPr>
          <w:trHeight w:val="3132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559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доске с мешочком на голове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Пр.с 2х н. ч/з предметы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5-6шт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приставным шагом с мешочком на голове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 ч/з шнуры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5-6шт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 горизонтальную цель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месте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мешочков в горизонтальную цель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месте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мячей в горизонтальную цель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Отбивание мяча одной рукой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Метание мешочка на дальность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Ползание по скамье на высоких четвереньках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Метание мешочка на дальность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Ползание по скамье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Пр.с 2х н.с продвижением вперед 3м.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доске «лилпутами»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2х.н.из обруча в обруч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приставным шагом, р.на пояс, на середине присед, р.вперед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2х.н.мж.предметам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«Пробеги тихо»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«Совушка»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«Совушка»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«Птички и кошка»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BC09CF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Май</w:t>
      </w:r>
      <w:r w:rsidRPr="00823D23">
        <w:rPr>
          <w:rFonts w:ascii="Times New Roman" w:hAnsi="Times New Roman"/>
          <w:sz w:val="20"/>
          <w:szCs w:val="20"/>
          <w:lang w:eastAsia="en-US"/>
        </w:rPr>
        <w:t>(средняя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851"/>
        <w:gridCol w:w="1418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402" w:type="dxa"/>
            <w:gridSpan w:val="3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парами, в сохранении устойчивого равновесия при х. по уменьшенной площади опоры; повторить пр. в длину с места.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Повторить х. со сменой ведущего; упражнять в пр. в длину с места; развивать ловкость в упражнениях с мячом.</w:t>
            </w:r>
          </w:p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Упражнять в х. с высоким подниманием колен, б. врассыпную, в ползании по скамье; повторить метание в вертикальную цель.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Повторить х. и б.с выполнением заданий; упражнять в сохранении устойчивого равновесия при х. по повышенной опоре в прыжках.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Х. и б. парами, х. и б. врассыпную. Перестроение в три колонны.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33</w:t>
            </w:r>
          </w:p>
        </w:tc>
        <w:tc>
          <w:tcPr>
            <w:tcW w:w="3827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 со сменой ведущего. Х. и б. врассыпную.</w:t>
            </w:r>
          </w:p>
          <w:p w:rsidR="007F2BEC" w:rsidRPr="00823D23" w:rsidRDefault="007F2BEC" w:rsidP="008775C4">
            <w:pPr>
              <w:spacing w:after="0" w:line="315" w:lineRule="atLeast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ОРУ № 34</w:t>
            </w:r>
          </w:p>
        </w:tc>
        <w:tc>
          <w:tcPr>
            <w:tcW w:w="3686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одному; «Лошадки!» высоко поднимая колени, р.на пояс; б.врассыпную.</w:t>
            </w:r>
          </w:p>
          <w:p w:rsidR="007F2BEC" w:rsidRPr="00823D23" w:rsidRDefault="007F2BEC" w:rsidP="008775C4">
            <w:pPr>
              <w:spacing w:after="0" w:line="315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ОРУ № 35</w:t>
            </w:r>
          </w:p>
        </w:tc>
        <w:tc>
          <w:tcPr>
            <w:tcW w:w="3762" w:type="dxa"/>
            <w:gridSpan w:val="2"/>
          </w:tcPr>
          <w:p w:rsidR="007F2BEC" w:rsidRPr="00823D23" w:rsidRDefault="007F2BEC" w:rsidP="008775C4">
            <w:pPr>
              <w:spacing w:after="0" w:line="315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Х. в колонне по одному; по сигналу х. в полуприседе,  высоко поднимая колени, мелким, семенящим шагом в чередовании с обычной х.; б. в колонне по одному.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color w:val="000000"/>
                <w:sz w:val="20"/>
                <w:szCs w:val="20"/>
                <w:lang w:eastAsia="en-US"/>
              </w:rPr>
              <w:t>ОРУ № 36</w:t>
            </w:r>
          </w:p>
        </w:tc>
      </w:tr>
      <w:tr w:rsidR="007F2BEC" w:rsidRPr="005C370B" w:rsidTr="008775C4">
        <w:trPr>
          <w:trHeight w:val="3189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559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доске «лилипутами»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2х.н. ч/з шнуры 5-6шт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приставным шагом, р.на пояс, на середине присед, р.вперед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2х.н. ч/з шнуры 5-6шт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Проатывание мяча мж. предметами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места ч/з каната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др.др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др.др. 2м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на дальность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Метание мешочка в вертикальную цель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Ползание на животе по скамье хват сбоку</w:t>
            </w:r>
          </w:p>
        </w:tc>
        <w:tc>
          <w:tcPr>
            <w:tcW w:w="1843" w:type="dxa"/>
          </w:tcPr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Метание мешочка в вертикальную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Цель</w:t>
            </w:r>
          </w:p>
          <w:p w:rsidR="007F2BEC" w:rsidRPr="00823D23" w:rsidRDefault="007F2BEC" w:rsidP="008775C4">
            <w:pPr>
              <w:spacing w:after="0" w:line="315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3D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  <w:r w:rsidRPr="00823D23">
              <w:rPr>
                <w:rFonts w:ascii="Times New Roman" w:hAnsi="Times New Roman"/>
                <w:color w:val="000000"/>
                <w:sz w:val="20"/>
                <w:szCs w:val="20"/>
              </w:rPr>
              <w:t>Ползание по скамье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мешочком на голове, р.в стороны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с 2х н.с продвижением вперед вдоль каната вправо влево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Лазание по гимн.стенке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доске на носках, р.за голову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«Котята и щенята»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«Котята и щенята»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«Зайцы и волк»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 медведя во бору»</w:t>
            </w:r>
          </w:p>
        </w:tc>
      </w:tr>
      <w:tr w:rsidR="007F2BEC" w:rsidRPr="005C370B" w:rsidTr="008775C4">
        <w:trPr>
          <w:trHeight w:val="147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402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BC09CF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lang w:val="en-US" w:eastAsia="en-US"/>
        </w:rPr>
      </w:pPr>
    </w:p>
    <w:p w:rsidR="007F2BEC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23D23">
        <w:rPr>
          <w:rFonts w:ascii="Times New Roman" w:hAnsi="Times New Roman"/>
          <w:b/>
          <w:sz w:val="24"/>
          <w:szCs w:val="24"/>
          <w:lang w:eastAsia="en-US"/>
        </w:rPr>
        <w:t xml:space="preserve">ПЕРСПЕКТИВНОЕ ПЛАНИРОВАНИЕ ОБРАЗОВАТЕЛЬНОЙ ОБЛАСТИ «ФИЗИЧЕСКОЕ РАЗВИТИЕ» </w:t>
      </w: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23D23">
        <w:rPr>
          <w:rFonts w:ascii="Times New Roman" w:hAnsi="Times New Roman"/>
          <w:b/>
          <w:sz w:val="24"/>
          <w:szCs w:val="24"/>
          <w:lang w:eastAsia="en-US"/>
        </w:rPr>
        <w:t xml:space="preserve">ТЕМАТИЧЕСКИЙ МОДУЛЬ «ФИЗИЧЕСКАЯ КУЛЬТУРА» </w:t>
      </w: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23D23">
        <w:rPr>
          <w:rFonts w:ascii="Times New Roman" w:hAnsi="Times New Roman"/>
          <w:b/>
          <w:sz w:val="24"/>
          <w:szCs w:val="24"/>
          <w:lang w:eastAsia="en-US"/>
        </w:rPr>
        <w:t xml:space="preserve"> Старшая группа.</w:t>
      </w: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Сентябрь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09"/>
        <w:gridCol w:w="1560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11"/>
        </w:trPr>
        <w:tc>
          <w:tcPr>
            <w:tcW w:w="113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544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13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56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544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б.колонной по 1му, в беге врассыпную; в сохранении устойчивого равновесия; в пр.с продвижением вперед и передачи мяча.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х.иб.мж предметами; упражнять в х.на носках; развивать координацию движений в пр.в высоту (достань до предмета) и ловкости в подбрасывании мяча вверх.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х.с высоким подниманием колено, в непрерывном беге до 1мин; в ползании по гимн.скамье на низких четвереньках; в подбрасывании мяча вверх. Развивать ловкость и устойчивое равновесие при х.по уменьшенной площади опоры.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Разучить х.и б.с изменением темпа движения по сигналу; разучить пролезание в обруч боком; повторить упр. В равновесии и прыжках.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0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544" w:type="dxa"/>
            <w:gridSpan w:val="3"/>
          </w:tcPr>
          <w:p w:rsidR="007F2BEC" w:rsidRPr="005C370B" w:rsidRDefault="007F2BEC" w:rsidP="008775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 на носках р.на пояс, б.по сигналу врассыпную, перестроение в 2 колонны.      </w:t>
            </w: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в колонне по 1му на носках, р.на пояс; х.иб.мж предметами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40см.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высоким подниманием колен, р.на пояс. Б.в колонне по 1му до 1мин.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с перекатом с пятки на носок.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4</w:t>
            </w:r>
          </w:p>
        </w:tc>
      </w:tr>
      <w:tr w:rsidR="007F2BEC" w:rsidRPr="005C370B" w:rsidTr="008775C4">
        <w:trPr>
          <w:trHeight w:val="2931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701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скамье ч/з предметы, р.на пояс.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2х н.с продвижением вперед 4м.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др.др.снизу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2м.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ч/з предметы, р.за головой.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Пр.с 2х н.с продвижением вперед мж предметами «змейкой»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 с отскоком о пол.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2х н. «Достань до предмета»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Подбрасывание малого мяча 2мя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Б.в среднем темпе 1,5 мин.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Пр.в высоту с места «Достань до предмета»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Подбрасывание мяча вверх и ловля его 2мя р., с хлопком.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 четвереньках мж предметами.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низких четвереньках.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канату боком приставным шагом, р.на пояс.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Подбрасывание мяча вверх 2мя р., с хлопком.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 из-за головы.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низких четвереньках.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канату боком приставным шагом с мешочком на голове, р.на пояс.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боком.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перешагивая ч/з предметы.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н.с мешочком мж.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колен.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прямо и боком.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перешагивая ч/з предметы с мешочком на голове.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2х н. с продвижением вперед 4м.</w:t>
            </w:r>
          </w:p>
        </w:tc>
      </w:tr>
      <w:tr w:rsidR="007F2BEC" w:rsidRPr="005C370B" w:rsidTr="008775C4">
        <w:trPr>
          <w:trHeight w:val="279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«Мышеловка»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«Фигуры»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«Удочка»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«Мы веселые ребята»</w:t>
            </w:r>
          </w:p>
        </w:tc>
      </w:tr>
      <w:tr w:rsidR="007F2BEC" w:rsidRPr="005C370B" w:rsidTr="008775C4">
        <w:trPr>
          <w:trHeight w:val="332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544" w:type="dxa"/>
            <w:gridSpan w:val="3"/>
          </w:tcPr>
          <w:p w:rsidR="007F2BEC" w:rsidRPr="005C370B" w:rsidRDefault="007F2BEC" w:rsidP="008775C4">
            <w:pPr>
              <w:jc w:val="center"/>
              <w:rPr>
                <w:sz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lang w:eastAsia="en-US"/>
              </w:rPr>
              <w:t>Малоподвижная игра</w:t>
            </w:r>
          </w:p>
        </w:tc>
      </w:tr>
    </w:tbl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BC09CF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Октябрь</w:t>
      </w:r>
      <w:r w:rsidRPr="00823D23">
        <w:rPr>
          <w:rFonts w:ascii="Times New Roman" w:hAnsi="Times New Roman"/>
          <w:sz w:val="20"/>
          <w:szCs w:val="20"/>
          <w:lang w:eastAsia="en-US"/>
        </w:rPr>
        <w:t>(старшая группа)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710"/>
        <w:gridCol w:w="1275"/>
        <w:gridCol w:w="1560"/>
        <w:gridCol w:w="1275"/>
        <w:gridCol w:w="1701"/>
        <w:gridCol w:w="1560"/>
        <w:gridCol w:w="1701"/>
        <w:gridCol w:w="1559"/>
        <w:gridCol w:w="1417"/>
        <w:gridCol w:w="1418"/>
        <w:gridCol w:w="1417"/>
      </w:tblGrid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28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26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  <w:tc>
          <w:tcPr>
            <w:tcW w:w="28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 неделя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275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2835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детей в беге продолжительностью до 1мин.; в х.приставным шагом по скамье; в пр.и передаче мяча.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Разучить поворот по сигналу во время х., б. с препятствием; упражнять в прыжках с высоты; развивать координацию движ.при передачи мяча.</w:t>
            </w:r>
          </w:p>
        </w:tc>
        <w:tc>
          <w:tcPr>
            <w:tcW w:w="3261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х.с изменением темпа движ.; развивать координацию движений и глазомер при метании в цель; упражнять в равновесии.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х.парами; повторить лазанье в обруч; упражнять в равновесии и пр.</w:t>
            </w:r>
          </w:p>
        </w:tc>
        <w:tc>
          <w:tcPr>
            <w:tcW w:w="2835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пройденного материала.</w:t>
            </w:r>
          </w:p>
        </w:tc>
      </w:tr>
      <w:tr w:rsidR="007F2BEC" w:rsidRPr="005C370B" w:rsidTr="008775C4">
        <w:tc>
          <w:tcPr>
            <w:tcW w:w="283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2835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 1мин.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5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сигналом поворот, б. с препятствием.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6</w:t>
            </w:r>
          </w:p>
        </w:tc>
        <w:tc>
          <w:tcPr>
            <w:tcW w:w="3261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б.в медленном и быстром темпе.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7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Построение по 2 х.парами по сигналу поворот , б.в 1колонне,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8</w:t>
            </w:r>
          </w:p>
        </w:tc>
        <w:tc>
          <w:tcPr>
            <w:tcW w:w="2835" w:type="dxa"/>
            <w:gridSpan w:val="2"/>
            <w:vMerge w:val="restart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Игровые упражнения: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-На одной ножке по дорожке.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-Передача мяча ч/з сетку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-Пройди и не упади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-Удочка</w:t>
            </w:r>
          </w:p>
        </w:tc>
      </w:tr>
      <w:tr w:rsidR="007F2BEC" w:rsidRPr="005C370B" w:rsidTr="008775C4">
        <w:trPr>
          <w:trHeight w:val="3771"/>
        </w:trPr>
        <w:tc>
          <w:tcPr>
            <w:tcW w:w="283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275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боком приставным шагом, р.на пояс.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короткие шнуры 50см 4-5 шт.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дрдр от груди.</w:t>
            </w:r>
          </w:p>
        </w:tc>
        <w:tc>
          <w:tcPr>
            <w:tcW w:w="1560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боком приставным шагом, перешагивая ч/з предметы.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2х н. впр.влев.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ч/з канат.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от груди.</w:t>
            </w:r>
          </w:p>
        </w:tc>
        <w:tc>
          <w:tcPr>
            <w:tcW w:w="1275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со скамьи.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2.Ползание по скамье на низкихчетверень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дрдр из-за головы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Пр.со скамьи.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дрдр от груди.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низкихчетверень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кахперелазания ч/з скамью.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мяча в горизонтальную цель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дугу прямо боком не касаясь р.пола.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Х.ч/з предметы р.на пояс.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мяча в горизонтальную цель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2,5м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 четвереньках мж пред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метами 1м.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боком приставным шагом.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боком  в обруч 2-3шт.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на середине перешагнуть ч/з предмет.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2 н. на мат с 3х шагов.</w:t>
            </w:r>
          </w:p>
        </w:tc>
        <w:tc>
          <w:tcPr>
            <w:tcW w:w="1417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низких четвереньках.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на середине присед с хлопком.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Пр.напрепят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ствие.</w:t>
            </w:r>
          </w:p>
        </w:tc>
        <w:tc>
          <w:tcPr>
            <w:tcW w:w="2835" w:type="dxa"/>
            <w:gridSpan w:val="2"/>
            <w:vMerge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283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«Перелет птиц»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полу»</w:t>
            </w:r>
          </w:p>
        </w:tc>
        <w:tc>
          <w:tcPr>
            <w:tcW w:w="326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«Удочка»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«Гуси – лебеди»</w:t>
            </w:r>
          </w:p>
        </w:tc>
        <w:tc>
          <w:tcPr>
            <w:tcW w:w="2835" w:type="dxa"/>
            <w:gridSpan w:val="2"/>
            <w:vMerge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283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2835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261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97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835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spacing w:after="0"/>
        <w:jc w:val="center"/>
        <w:rPr>
          <w:sz w:val="20"/>
          <w:szCs w:val="20"/>
          <w:lang w:eastAsia="en-US"/>
        </w:rPr>
      </w:pPr>
    </w:p>
    <w:p w:rsidR="007F2BEC" w:rsidRPr="00BC09CF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Ноябрь</w:t>
      </w:r>
      <w:r w:rsidRPr="00823D23">
        <w:rPr>
          <w:rFonts w:ascii="Times New Roman" w:hAnsi="Times New Roman"/>
          <w:sz w:val="20"/>
          <w:szCs w:val="20"/>
          <w:lang w:eastAsia="en-US"/>
        </w:rPr>
        <w:t>(старшая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568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х.с высоким подниманием колен; упражнения в равновесии, развивая координацию движ.; передачу мяча др.др.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х.с изменением направления движ., б.мж предметами; повторить пр.попеременно на пр.лев.н.спродвиж.вперед; упражнять в ползании по скамье и ведении мяча мж предметами.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х.с изменением темпа движ., в б.мж предметами, в равновесии; повторить упр.с мячом.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х.с выполнением действий по сигналу; упражнять в равновесии и прыжках.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Х., бег высоко поднимая колено, врассыпную, мж 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9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по сигналу смена направления, б.мж 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10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ускорением и замедлением темпа движ.по сигналу; б.мж 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11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б.в чередовании.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12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перекладывая малый мяч вокруг себя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Пр.напр.лев.н.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2мя р.снизу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2-2,5м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перекладывая малый мяч вокруг себя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Пр.по прямой 2пр на 2х н.2 на пр.н.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из-за головы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3м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продвижением вперед на пр.лев.н.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животе по скамье хват сбоку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прямо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продвижением вперед на пр.лев.н.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низких четвереньках подталкивая набивной мяч головой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прямо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прямо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прямо, боком не косаясь обруча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боком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прямо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Х.на носках р.за голову мж предметами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 В40см боком не касаясь пола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с мешочком на голове р.на поясе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Пр.напр.лев.н. до предмета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 прямо и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Пр.напр.лев.н. 2пр на пр.н. 2пр.на лев.н.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Х.на носках р.за голову мж предметами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«Пожарные на учении»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полу»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«Удочка»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«Пожарные на учении»</w:t>
            </w:r>
          </w:p>
        </w:tc>
      </w:tr>
      <w:tr w:rsidR="007F2BEC" w:rsidRPr="005C370B" w:rsidTr="008775C4"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spacing w:after="0"/>
        <w:jc w:val="center"/>
        <w:rPr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775C4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 xml:space="preserve">Декабрь </w:t>
      </w:r>
      <w:r w:rsidRPr="00823D23">
        <w:rPr>
          <w:rFonts w:ascii="Times New Roman" w:hAnsi="Times New Roman"/>
          <w:sz w:val="20"/>
          <w:szCs w:val="20"/>
          <w:lang w:eastAsia="en-US"/>
        </w:rPr>
        <w:t>(старшая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568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умении сохранить в б. правильную дистанцию до.от др.; разучить х.по наклонной доске с сохранением устойчивого равновесия; повторить передачу мяча.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по кругу, взявшись за руки, с поворотом в др.сторону; повторить пр.попеременно на пр.лев.н., продвигаясь вперед; упражнять в ползании и передаче мяча.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врассыпную; закреплять умение ловить мяч, развивая ловкость и глазомер; повторить ползание по скамье;  упражнять в сохранении устойчивого равновесия.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по кругу, взявшись за р., в беге врассыпную; в лазанье на гин.стенку; в равновесии и прыжках.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колонне; б.в колонне по одному мж. 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13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Перестроение в колонну по одному в круг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14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 с остановкой по сигналу.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15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б.по кругу с поворотом в др.сторону.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16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наклонной доске, прямо, р.в стороны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приставным шагом, р.на пояс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Прыжки на 2х ч/з предметы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 2мя р.из-за головы 2.5м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1. 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Х.понклонной доске, прямо, р.в стороны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перешагивая ч/з предметы, р.на пояс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Прыжки на 2х мж. предметы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ноги на ногу 2пр.на пр.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2пр.на лев.н.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 мяча вверх и ловля его 2мя р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 четвереньках мж.предметами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ноги на ногу  2пр.на пр.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2пр.на лев.н.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подталкивая мяч головой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Прокатывание мяча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Передча м. др.др. снизу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животе хват с боков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скамье с мешочком на голове, р. В стороны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Передча м. др.др. снизу, ловля с хлопком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 четвереньках с мешочком на спине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приставным шагом с мешочком на голове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Лазание на гимн.стенку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скамье, перешагивая ч/з предметы, р.на пояс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н.мж предметами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Лазание на гимн.стенку разноименным способом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приставным шагом с мешочком на голове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2х н. мж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предмтами с зажатым мешочком мж.н.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«Ловишка с ленточками»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П/И«Мороз красный нос»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«Охотник и зайцы»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 И «Хитрая лиса»</w:t>
            </w:r>
          </w:p>
        </w:tc>
      </w:tr>
      <w:tr w:rsidR="007F2BEC" w:rsidRPr="005C370B" w:rsidTr="008775C4"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rPr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 xml:space="preserve">Январь  </w:t>
      </w:r>
      <w:r w:rsidRPr="00823D23">
        <w:rPr>
          <w:rFonts w:ascii="Times New Roman" w:hAnsi="Times New Roman"/>
          <w:sz w:val="20"/>
          <w:szCs w:val="20"/>
          <w:lang w:eastAsia="en-US"/>
        </w:rPr>
        <w:t>(старшая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568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Упрражнять в х.и б. мж.предметами, не задевая их; продолжать формировать устойчивое равновесие при х.и б. по наклонной доске; упражнять в прыжках с н.на н.; в забрасывании мяча в кольцо.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 по кругу; разучить пр.в длину с места; упражнять в ползании на четвереньках и прокатывании мяча головой.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х.иб.мж. предметами; упражнять в передаче мяча др.др.; повторить задание в равновесии.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 по кругу; упражнять в равновесии и п.; упражнять в лазанье на гимн.стенку.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Построение в шеренгу. Х.иб.мж. 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17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 по кругу.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18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одному мж. предметами;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19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и б. по сигнаалу поворот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20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Х.и б.по наклонной доске 40-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5C370B">
                <w:rPr>
                  <w:rFonts w:ascii="Times New Roman" w:hAnsi="Times New Roman"/>
                  <w:sz w:val="20"/>
                  <w:szCs w:val="20"/>
                  <w:lang w:eastAsia="en-US"/>
                </w:rPr>
                <w:t>20 см</w:t>
              </w:r>
            </w:smartTag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н.на н., 2пр.на пр.2 пр.на лев.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 снизу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наклонной доске 40-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5C370B">
                <w:rPr>
                  <w:rFonts w:ascii="Times New Roman" w:hAnsi="Times New Roman"/>
                  <w:sz w:val="20"/>
                  <w:szCs w:val="20"/>
                  <w:lang w:eastAsia="en-US"/>
                </w:rPr>
                <w:t>20 см</w:t>
              </w:r>
            </w:smartTag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н.мж. предметами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. Передача мяча др.др. снизу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дугу толкая мяч головой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 мяча вверх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Переползание ч/з скамью, подлезание под дугу.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 снизу 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 от груди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перешагивание ч/з предметы, р.на пояс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пр.лев.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перешагивание ч/з предметы с мешочком на голове, р.в сторону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Лазанье на гимн.стенку одноименным способом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скамье «лилипутами»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продвижением вперед н.вр. н.вм.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1 р. по прямой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Лазанье на гимн.стенку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скамье р. за голову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шнуры с 2х 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1 р. по прямой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«Медведи и пчелы»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«Совушка»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полу»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 И «Хитрая лиса»</w:t>
            </w:r>
          </w:p>
        </w:tc>
      </w:tr>
      <w:tr w:rsidR="007F2BEC" w:rsidRPr="005C370B" w:rsidTr="008775C4"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rPr>
          <w:sz w:val="20"/>
          <w:szCs w:val="20"/>
          <w:lang w:eastAsia="en-US"/>
        </w:rPr>
      </w:pPr>
    </w:p>
    <w:p w:rsidR="007F2BEC" w:rsidRPr="00BC09CF" w:rsidRDefault="007F2BEC" w:rsidP="00811111">
      <w:pPr>
        <w:rPr>
          <w:sz w:val="20"/>
          <w:szCs w:val="20"/>
          <w:lang w:val="en-US" w:eastAsia="en-US"/>
        </w:rPr>
      </w:pPr>
    </w:p>
    <w:p w:rsidR="007F2BEC" w:rsidRDefault="007F2BEC" w:rsidP="00811111">
      <w:pPr>
        <w:rPr>
          <w:sz w:val="20"/>
          <w:szCs w:val="20"/>
          <w:lang w:eastAsia="en-US"/>
        </w:rPr>
      </w:pPr>
    </w:p>
    <w:p w:rsidR="007F2BEC" w:rsidRDefault="007F2BEC" w:rsidP="00811111">
      <w:pPr>
        <w:rPr>
          <w:sz w:val="20"/>
          <w:szCs w:val="20"/>
          <w:lang w:eastAsia="en-US"/>
        </w:rPr>
      </w:pPr>
    </w:p>
    <w:p w:rsidR="007F2BEC" w:rsidRPr="00823D23" w:rsidRDefault="007F2BEC" w:rsidP="00811111">
      <w:pPr>
        <w:rPr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 xml:space="preserve">Февраль </w:t>
      </w:r>
      <w:r w:rsidRPr="00823D23">
        <w:rPr>
          <w:rFonts w:ascii="Times New Roman" w:hAnsi="Times New Roman"/>
          <w:sz w:val="20"/>
          <w:szCs w:val="20"/>
          <w:lang w:eastAsia="en-US"/>
        </w:rPr>
        <w:t>(старшая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568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врассыпную; в сохранении устойчивого равновесия при х.на повышенной опоре; повторить упражнения в пр.и забрасывании мяча в корзину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б.по ругу, взявшись за р.; х.иб.врасыпную; закреплять навык энергичного отталкивания</w:t>
            </w:r>
          </w:p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и приземления на полусогнутые н.  пр.; упражнять в ползание под дугу и отбивании мяча о землю.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мж. предметами; разучить метание в вертикальную цель; упражнять в лазанье под палку и перешагивании ч/з нее.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непрерывном б.; в лазанье на гимн.стенку; в сохранении равновесия при х. н повышенной опоре; повторить задание в пр. и с мячом.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б.по сигналу в рассыпную и со сменой направления.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21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 по кругу, взявшись за р.; х.и б. врассыпную с остановкой по сигналу.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22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 мж. скамьей.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23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Х., продолжительный б.с изменением направления, х.и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24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скамье, р. в сторону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кубики 6-8 шт.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Попадание мяча в корзину из-за головы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Б. по скамье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с 2х н.ч/з кубики пр.лев.боком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Попадание мяча в корзину от груди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 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Отбивание мяча одной р.спродижением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под дугу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 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четвереньках мж.прдметами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др.др.одной р. с отскоком о пол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мешоча в вертикальную цель пр.лев.р. 3м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 40см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Перешагиван ч/з шнур 40см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мешоча в вертикальную цель пр.лев.р. 3м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четвереньках по скамье с мешочком на спине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Х.на носках мж.предметам,пр.ч/з шнуры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на гимн.стенку разноименным способом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«лилипутами», р.н пояс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н.на н., 2пр.на пр.н.2 пр.налев.н.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Отбивание мяч одной р.с продвижение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на гимн.стенку одноименным способом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скамье, р.за голову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малого мяча одной р.ловля его двумя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«Охотники и зайцы»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полу»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«Мышеловка»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«Гуси – лебеди»</w:t>
            </w:r>
          </w:p>
        </w:tc>
      </w:tr>
      <w:tr w:rsidR="007F2BEC" w:rsidRPr="005C370B" w:rsidTr="008775C4"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BC09CF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Март</w:t>
      </w:r>
      <w:r w:rsidRPr="00823D23">
        <w:rPr>
          <w:rFonts w:ascii="Times New Roman" w:hAnsi="Times New Roman"/>
          <w:sz w:val="20"/>
          <w:szCs w:val="20"/>
          <w:lang w:eastAsia="en-US"/>
        </w:rPr>
        <w:t>(старшая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568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х.в колонне по одному, с поворотом в др. сторону по сигналу; разучить х.по канату с мешочком на голове; упражнять в прыжках и передаче мча, развивая ловкость и гломер.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б.по кругу с изменением направления движения и врассыпную; разучить пр.в высоту с разбега; упражнять в метании мешочка в цель, в ползании мж.предметами.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х.со сменой темпа движения; упражнять в ползании по погимн.скамье, в равновесии и пр.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метании в горизонтальную цель; в лазанье и равновесии.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б.по одному, по сигналу смена направления.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25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Х.иб.по ругу с именением направления движения; х.иб.мж.предметами.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26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Х.со сменой темпа по сигнулу; х.иб.врассыпную.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27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28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по канату приставным шагом с мешочком на голове, р.на пояс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Пр.из обруча в обруч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Передача мяча др.др.и ловля его после отскока от пола 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по канату приставным шагом с мешочком на голове, р.на пояс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Пр.на 2х н.ч/з предметы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5-6шт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др.др.и ловля его с хлопком после отскока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высоту с разбега 30см, с приземлением на мат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 вертикальную цель пр.лев.р.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четвереньках мж.предметами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высоту с разбега 30см, с приземлением на мат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 вертикальную цель пр.лев.р.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четвереньках по прямой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высоких четвереньках по скамье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Х.. по скамье приставным шагом на середине присед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Пр.впр.влево ч/з канат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четвереньках по скамье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в поворотом на середине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Пр.из обруча в обруч на 2х н., на пр.лев.н.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Мешание мешочка в горизонтальную цель 3м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на носках мж.предметамир.за голову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Мешание мешочка в горизонтальную цель 3м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высоких четвереньках мж.предметами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перешагивая ч/з предметы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«Пожарные на учении»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«Медведь и пчелы»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«Стоп»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полу»</w:t>
            </w:r>
          </w:p>
        </w:tc>
      </w:tr>
      <w:tr w:rsidR="007F2BEC" w:rsidRPr="005C370B" w:rsidTr="008775C4"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rPr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Апрель</w:t>
      </w:r>
      <w:r w:rsidRPr="00823D23">
        <w:rPr>
          <w:rFonts w:ascii="Times New Roman" w:hAnsi="Times New Roman"/>
          <w:sz w:val="20"/>
          <w:szCs w:val="20"/>
          <w:lang w:eastAsia="en-US"/>
        </w:rPr>
        <w:t>(старшая группа)</w:t>
      </w:r>
    </w:p>
    <w:tbl>
      <w:tblPr>
        <w:tblW w:w="159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568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993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б.по кругу; упражнять в сохранении равновесия при х.по повышенной опоре; упражнять в пр.иметнии.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х..и б. мж.предметами; разучить пр.с короткой скакалкой; уупражнять в прокатывании обручей.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 с остановкой по сигналу; повторить метание в вертикальную цель, развивая ловкость и глазомер; упражнять в ползании и сохранении устойчивого равновесия.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х.иб.мж. предметами; закреплять навыки лазанья на гимн.стенку; упражнять в сохранении равновесия и прыжках.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Х.перешагиваяч/з шнуры, б. врссыпную.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29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Х.иб.мж.предметами.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30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Х.иб.с заданием, х.иб.перешагивание ч/з кубики.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31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и б. мж.предметами.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32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скамье, р.в стороны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кубики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др.др.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из-за головы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передачей мяча вокруг туловища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н.с продвижением вперед и с препятствием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малого мяча одной р.и ловля его двумя р.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 на месте вращая ее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обруча др.др.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прямо и боком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с продвижением вперед ч/з 1 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обруча др.др.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прямо и боком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мешочков в вертикальную цель 2,5м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прямой, переползание ч/з скамью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скамье, перешагивая ч/з предметы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мешочков в вертикальную цель 3м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«лилипутами»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Лазание на гимн.стенку произвольным способом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короткую скакалку с продвижением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канату приставным шагом с мешочком на голове, р.на пояс.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Лазание на гимн.стенку произвольным способом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Пр.вдоль каната вправо влево на 2х 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на носках мж.предметами, р.на пояс.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«Медведь и пчелы»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«Стой»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«Удочка»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«Горелки»</w:t>
            </w:r>
          </w:p>
        </w:tc>
      </w:tr>
      <w:tr w:rsidR="007F2BEC" w:rsidRPr="005C370B" w:rsidTr="008775C4">
        <w:tc>
          <w:tcPr>
            <w:tcW w:w="425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Default="007F2BEC" w:rsidP="00811111">
      <w:pPr>
        <w:rPr>
          <w:sz w:val="20"/>
          <w:szCs w:val="20"/>
          <w:lang w:eastAsia="en-US"/>
        </w:rPr>
      </w:pPr>
    </w:p>
    <w:p w:rsidR="007F2BEC" w:rsidRDefault="007F2BEC" w:rsidP="00811111">
      <w:pPr>
        <w:rPr>
          <w:sz w:val="20"/>
          <w:szCs w:val="20"/>
          <w:lang w:eastAsia="en-US"/>
        </w:rPr>
      </w:pPr>
    </w:p>
    <w:p w:rsidR="007F2BEC" w:rsidRDefault="007F2BEC" w:rsidP="00811111">
      <w:pPr>
        <w:rPr>
          <w:sz w:val="20"/>
          <w:szCs w:val="20"/>
          <w:lang w:eastAsia="en-US"/>
        </w:rPr>
      </w:pPr>
    </w:p>
    <w:p w:rsidR="007F2BEC" w:rsidRPr="008775C4" w:rsidRDefault="007F2BEC" w:rsidP="00811111">
      <w:pPr>
        <w:rPr>
          <w:sz w:val="20"/>
          <w:szCs w:val="20"/>
          <w:lang w:eastAsia="en-US"/>
        </w:rPr>
      </w:pPr>
    </w:p>
    <w:p w:rsidR="007F2BEC" w:rsidRPr="00823D23" w:rsidRDefault="007F2BEC" w:rsidP="00811111">
      <w:pPr>
        <w:rPr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 xml:space="preserve">Май </w:t>
      </w:r>
      <w:r w:rsidRPr="00823D23">
        <w:rPr>
          <w:rFonts w:ascii="Times New Roman" w:hAnsi="Times New Roman"/>
          <w:sz w:val="20"/>
          <w:szCs w:val="20"/>
          <w:lang w:eastAsia="en-US"/>
        </w:rPr>
        <w:t>(старшая группа)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68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695"/>
      </w:tblGrid>
      <w:tr w:rsidR="007F2BEC" w:rsidRPr="005C370B" w:rsidTr="008775C4">
        <w:tc>
          <w:tcPr>
            <w:tcW w:w="128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538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c>
          <w:tcPr>
            <w:tcW w:w="128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95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28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с поворотом в др.сторону; в сохранении равновесия на повышенной опоре; повторить упражнения в пр.и с мячом.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х.иб.с перешагиванием ч/з предметы; разучить пр.в длину с разбега; упражнять в передаче мяча.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х.иб.мж. предметами и врассыпную; развивать ловкость и глазомер в упр.с мячом; повторить упр.в равновесии и с обручем.</w:t>
            </w:r>
          </w:p>
        </w:tc>
        <w:tc>
          <w:tcPr>
            <w:tcW w:w="3538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х.с изменением темпа движ.; развивать навык ползания по скаме на животе; повторить пр.мж.предметами.</w:t>
            </w:r>
          </w:p>
        </w:tc>
      </w:tr>
      <w:tr w:rsidR="007F2BEC" w:rsidRPr="005C370B" w:rsidTr="008775C4">
        <w:tc>
          <w:tcPr>
            <w:tcW w:w="714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Х.иб.сс поворотом в др.сторону.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33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Х.иб.с перешагиванием ч/з шнуры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34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Х.иб.мж.предметами.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35</w:t>
            </w:r>
          </w:p>
        </w:tc>
        <w:tc>
          <w:tcPr>
            <w:tcW w:w="3538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б.с изменением темпа движения.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36</w:t>
            </w:r>
          </w:p>
        </w:tc>
      </w:tr>
      <w:tr w:rsidR="007F2BEC" w:rsidRPr="005C370B" w:rsidTr="008775C4">
        <w:trPr>
          <w:trHeight w:val="3771"/>
        </w:trPr>
        <w:tc>
          <w:tcPr>
            <w:tcW w:w="714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по скамье перешагивая ч/з предметы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с 2х н.с продвижением вперед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Отбивание мяча о стену одной р. ловля 2мя 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5C370B">
                <w:rPr>
                  <w:rFonts w:ascii="Times New Roman" w:hAnsi="Times New Roman"/>
                  <w:sz w:val="20"/>
                  <w:szCs w:val="20"/>
                  <w:lang w:eastAsia="en-US"/>
                </w:rPr>
                <w:t>2 м</w:t>
              </w:r>
            </w:smartTag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по скамье приставным шагом на середине присед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попеременно на пр.лев.н. с продвижением вперед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разбега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др.др.от груди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высоких четвереньках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разбега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Попадание мяча в кольцо 1м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Ползание под дугу 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Отбивание мяча о пол одной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пр.лев.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Хпо скамье приставным шагом на середине присед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Отбивание мяча о пол одной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 мяча вверх 1р.ловля 2мя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пр.лев. боком (раб.в паре)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мешочком на голове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животе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перешагиванием ч/з предметы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 мж.предметами</w:t>
            </w:r>
          </w:p>
        </w:tc>
        <w:tc>
          <w:tcPr>
            <w:tcW w:w="1695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животе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перешагиванием ч/з предметы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 попеременно на пр.лев.н. с продвижением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714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«Мышеловка»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полу»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«Пожарные на учении»</w:t>
            </w:r>
          </w:p>
        </w:tc>
        <w:tc>
          <w:tcPr>
            <w:tcW w:w="3538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«Караси и щука»</w:t>
            </w:r>
          </w:p>
        </w:tc>
      </w:tr>
      <w:tr w:rsidR="007F2BEC" w:rsidRPr="005C370B" w:rsidTr="008775C4">
        <w:tc>
          <w:tcPr>
            <w:tcW w:w="714" w:type="dxa"/>
            <w:vMerge/>
            <w:vAlign w:val="center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538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Pr="008775C4" w:rsidRDefault="007F2BEC" w:rsidP="00811111">
      <w:pPr>
        <w:spacing w:after="0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23D23">
        <w:rPr>
          <w:rFonts w:ascii="Times New Roman" w:hAnsi="Times New Roman"/>
          <w:b/>
          <w:sz w:val="24"/>
          <w:szCs w:val="24"/>
          <w:lang w:eastAsia="en-US"/>
        </w:rPr>
        <w:t xml:space="preserve">ПЕРСПЕКТИВНОЕ ПЛАНИРОВАНИЕ ОБРАЗОВАТЕЛЬНОЙ ОБЛАСТИ «ФИЗИЧЕСКОЕ РАЗВИТИЕ» </w:t>
      </w: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23D23">
        <w:rPr>
          <w:rFonts w:ascii="Times New Roman" w:hAnsi="Times New Roman"/>
          <w:b/>
          <w:sz w:val="24"/>
          <w:szCs w:val="24"/>
          <w:lang w:eastAsia="en-US"/>
        </w:rPr>
        <w:t xml:space="preserve">ТЕМАТИЧЕСКИЙ МОДУЛЬ «ФИЗИЧЕСКАЯ КУЛЬТУРА» </w:t>
      </w: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23D23">
        <w:rPr>
          <w:rFonts w:ascii="Times New Roman" w:hAnsi="Times New Roman"/>
          <w:b/>
          <w:sz w:val="24"/>
          <w:szCs w:val="24"/>
          <w:lang w:eastAsia="en-US"/>
        </w:rPr>
        <w:t xml:space="preserve"> Подготовительная к школе группа.</w:t>
      </w:r>
    </w:p>
    <w:p w:rsidR="007F2BEC" w:rsidRPr="00823D23" w:rsidRDefault="007F2BEC" w:rsidP="00811111">
      <w:pPr>
        <w:spacing w:after="0" w:line="360" w:lineRule="auto"/>
        <w:jc w:val="center"/>
        <w:rPr>
          <w:rFonts w:ascii="Times New Roman" w:hAnsi="Times New Roman"/>
          <w:i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Сентябрь</w:t>
      </w: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7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rPr>
          <w:trHeight w:val="8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18"/>
                <w:szCs w:val="20"/>
                <w:lang w:eastAsia="en-US"/>
              </w:rPr>
              <w:t>№занятия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детей в беге колонной по 1му, в умении переходить с б. на х.; в сохранении равновесия и правильной осанки при х. по повышенной опоре. Развивать точность движений при передачи мяча.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детей в равномерном беге с соблюдением дистанции; развивать координацию движений в прыжках с доставанием до предмета; повторить упр.с мячом и подлезание под шнур, не задевая его.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детей в х. и б.; развивать ловкость в упр.с мячом, координацию движений в равновесии; повторить ползание  по скамье.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чередовании х.и б. по сигналу; в ползании по скамье на низких четвереньках; в равновесии при х. по скамье с выполнением заданий. Повторить прыжки ч/з шнуры.</w:t>
            </w:r>
          </w:p>
        </w:tc>
      </w:tr>
      <w:tr w:rsidR="007F2BEC" w:rsidRPr="005C370B" w:rsidTr="008775C4">
        <w:trPr>
          <w:trHeight w:val="1319"/>
        </w:trPr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Х.в колонне по 1му в чередовании с бегом 10м х., 20м б.; б.врассыпную; х.и б.с различным положением рук; б.до 60с.; перестр. в колонну по 2   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Х.в колонне по 1му с изменением положения р.по сигналу (за голову, в стороны, на пояс). Бег в колонне по 1му в умеренном темпе, переход на х.и перестроение в 2 колонны. </w:t>
            </w: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1му. Б. в умеренном темпе. Перестроение в 2 колонны.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Х.и б. по кугу в чередовании по сигналу. 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4</w:t>
            </w:r>
          </w:p>
        </w:tc>
      </w:tr>
      <w:tr w:rsidR="007F2BEC" w:rsidRPr="005C370B" w:rsidTr="008775C4">
        <w:trPr>
          <w:trHeight w:val="2832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прямо «Лилипутами»  с мешочком на голове.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Прыжки на 2х ногах ч/з шнуры 6-8 шт,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40см.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др.др.снизу 3м. 12-15р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Х.по скамье боком ч/з предметы.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Прыжки на 2х ногах ч/з предметы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5-6шт,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40см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др.др.из-за головы 3м. 12-15р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Прыжки с доставанием предмета.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 ч/з шнур из-за головы.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Подлезание под шнур, не задев пол и шнур.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Прыжки на 2х н. мж предметами,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50см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 снизу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«Тачка» 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Подбрасывание мяча 1й р., ловля 2мя.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животе, подтягиваясь 2мя.р. хват сбоку.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хлопком под прямой н., р.в стороны.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Подбрасывание мяча пр.лев.р., ловля 2мя.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высоких четвереньках.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с поворотом на середине.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низких четвереньках.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скамье, на середине присед с хлопком.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из обруча в обруч 8-10шт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обруч, пр.лев.боком.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Х.боком приставным шагом ч/з предметы 5-6шт.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пр.лев н. ч/з шнуры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50см</w:t>
            </w:r>
          </w:p>
        </w:tc>
      </w:tr>
      <w:tr w:rsidR="007F2BEC" w:rsidRPr="005C370B" w:rsidTr="008775C4">
        <w:trPr>
          <w:trHeight w:val="19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«Ловишки»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полу»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«Удочка»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попадись»</w:t>
            </w:r>
          </w:p>
        </w:tc>
      </w:tr>
      <w:tr w:rsidR="007F2BEC" w:rsidRPr="005C370B" w:rsidTr="008775C4">
        <w:trPr>
          <w:trHeight w:val="190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Малоподвижная игра</w:t>
            </w:r>
          </w:p>
        </w:tc>
      </w:tr>
    </w:tbl>
    <w:p w:rsidR="007F2BEC" w:rsidRPr="00BC09CF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Октябрь</w:t>
      </w:r>
      <w:r w:rsidRPr="00823D23">
        <w:rPr>
          <w:rFonts w:ascii="Times New Roman" w:hAnsi="Times New Roman"/>
          <w:sz w:val="20"/>
          <w:szCs w:val="20"/>
          <w:lang w:eastAsia="en-US"/>
        </w:rPr>
        <w:t>(подготовительная группа)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275"/>
        <w:gridCol w:w="426"/>
        <w:gridCol w:w="992"/>
        <w:gridCol w:w="1417"/>
        <w:gridCol w:w="1560"/>
        <w:gridCol w:w="1559"/>
        <w:gridCol w:w="1701"/>
        <w:gridCol w:w="1701"/>
        <w:gridCol w:w="1843"/>
        <w:gridCol w:w="1275"/>
        <w:gridCol w:w="1276"/>
      </w:tblGrid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2693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</w:tc>
        <w:tc>
          <w:tcPr>
            <w:tcW w:w="297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260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54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  <w:tc>
          <w:tcPr>
            <w:tcW w:w="255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2693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Закреплять навыки х.иб.мж предметами; упражнять в сохранении равновесия на повышенной опоре и прыжках; развивать ловкость в упр.с мячом.</w:t>
            </w:r>
          </w:p>
        </w:tc>
        <w:tc>
          <w:tcPr>
            <w:tcW w:w="297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х.с изменением направления движения по сигналу; отрабатывать навык приземления на полусогнутые н.в пр. со скамьи; развивать координацию движений в упр.смчом.</w:t>
            </w:r>
          </w:p>
        </w:tc>
        <w:tc>
          <w:tcPr>
            <w:tcW w:w="3260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х.с высоким подниманием колен; повторить ведение мяча; ползании; упражнять в сохранении равновесия при х.по уменьшенной пл.опоры.</w:t>
            </w:r>
          </w:p>
        </w:tc>
        <w:tc>
          <w:tcPr>
            <w:tcW w:w="3544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Закреплять навык х.со сменой темпа движений. Упражнять в беге врассыпную, в ползании на четвереньках с заданием; повторить упр.в равновесие при х. по повышенной опоре.</w:t>
            </w:r>
          </w:p>
        </w:tc>
        <w:tc>
          <w:tcPr>
            <w:tcW w:w="2551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пройденного материала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2693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 в колонне по 1му мж предметами.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5</w:t>
            </w:r>
          </w:p>
        </w:tc>
        <w:tc>
          <w:tcPr>
            <w:tcW w:w="297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Х.с изменением направления движения; б.с перешагиванием ч/з предметы. 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6</w:t>
            </w:r>
          </w:p>
        </w:tc>
        <w:tc>
          <w:tcPr>
            <w:tcW w:w="3260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по сигналу переход на х. с высоким подниманием колен, р.на пояс.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7</w:t>
            </w:r>
          </w:p>
        </w:tc>
        <w:tc>
          <w:tcPr>
            <w:tcW w:w="3544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по сигналу смена темпа движения.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8</w:t>
            </w:r>
          </w:p>
        </w:tc>
        <w:tc>
          <w:tcPr>
            <w:tcW w:w="2551" w:type="dxa"/>
            <w:gridSpan w:val="2"/>
            <w:vMerge w:val="restart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Игровые упражнения: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-«Перебрось – поймай»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-«Кто самый меткий»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-«Перепрыгни – не задень»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-«Пингвины»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-«Мяч водящему»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275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скамье, р.за голову; на середине присед, р.в стороны.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Пр.на пр. лев. н.ч/з шнуры 6-8шт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40см.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Подбрасывание малого мяча вверх и ловля его 2мя р. </w:t>
            </w:r>
          </w:p>
        </w:tc>
        <w:tc>
          <w:tcPr>
            <w:tcW w:w="1418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приставным шагом с мешочком на голове, р.на пояс.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2х н.с продвижением вправо влево ч/з шнур.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мяча др.др с хлопком.</w:t>
            </w:r>
          </w:p>
        </w:tc>
        <w:tc>
          <w:tcPr>
            <w:tcW w:w="1417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высоты 40см на мат.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Отбивание мяча 1й  р.на месте и с продвижением вперед.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высоких четвереньках «по-медвежьи» прямо.</w:t>
            </w:r>
          </w:p>
        </w:tc>
        <w:tc>
          <w:tcPr>
            <w:tcW w:w="1560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с высоты 40см на мат.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1й р. вперед и забрасывание мяча в корзину 2мя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прямо и боком в группировке.</w:t>
            </w:r>
          </w:p>
        </w:tc>
        <w:tc>
          <w:tcPr>
            <w:tcW w:w="155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прямо.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хват сбоку.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Х.погимн.бревну.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мж.предметами 6-8 шт.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низких четвереньках подталкивая вперед головой набивной мяч 0,5-1кг. 3-4м.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Х.погимн.бревну.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четвереньках прямо, под дугой или шнуром50см подталкивая мяч головой набивной мяч.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Пр.напр.лев.н.мж.предметами 5-6шт.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50см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хлопая спереди, сзади.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с мешочком на спине.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 продвижением вперед мж.предметами в конце прыгнуть в обруч.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с мешочком на голове, р.на пояс.</w:t>
            </w:r>
          </w:p>
        </w:tc>
        <w:tc>
          <w:tcPr>
            <w:tcW w:w="2551" w:type="dxa"/>
            <w:gridSpan w:val="2"/>
            <w:vMerge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3"/>
          </w:tcPr>
          <w:p w:rsidR="007F2BEC" w:rsidRPr="005C370B" w:rsidRDefault="007F2BEC" w:rsidP="008775C4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«Перелет птиц»</w:t>
            </w:r>
          </w:p>
        </w:tc>
        <w:tc>
          <w:tcPr>
            <w:tcW w:w="297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полу»</w:t>
            </w:r>
          </w:p>
        </w:tc>
        <w:tc>
          <w:tcPr>
            <w:tcW w:w="3260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«Удочка»</w:t>
            </w:r>
          </w:p>
        </w:tc>
        <w:tc>
          <w:tcPr>
            <w:tcW w:w="354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«Удочка»</w:t>
            </w:r>
          </w:p>
        </w:tc>
        <w:tc>
          <w:tcPr>
            <w:tcW w:w="2551" w:type="dxa"/>
            <w:gridSpan w:val="2"/>
            <w:vMerge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2693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97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260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544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2551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775C4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Ноябрь</w:t>
      </w:r>
      <w:r w:rsidRPr="00823D23">
        <w:rPr>
          <w:rFonts w:ascii="Times New Roman" w:hAnsi="Times New Roman"/>
          <w:sz w:val="20"/>
          <w:szCs w:val="20"/>
          <w:lang w:eastAsia="en-US"/>
        </w:rPr>
        <w:t>(подготовительная группа)</w:t>
      </w: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7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rPr>
          <w:trHeight w:val="8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Закреплять навык х.и б.по кругу; упражнять в х.по канату; упражнять в энергичном отталкивании в пр.ч/з шнур; повторить эстафету с мячом.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детей в х.с изменением направления движ.; пр.ч/з скакалку; передаче мяча др.др.; ползании по скамье на низких четвереньках с мешочком на спине.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 в х.иб.змейкоймж предметами; повторить ведение мяча с продвижением вперед; упражнять в лазанье под дугу, в равновесии.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Закреплять навык х.иб.мж предметами, развивая координацию движ. и ловкости; разучить в лазаньи на гимн.стенку переход с одного пролета на др; повторить пр.,равновесие.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б.по 1му по кругу с ускорением и замедлением темпа движ.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9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одному, с изменением направления по сигналу; с упр.для р. (на носках, шир.шагом)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10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б.в колонне по 1му мж кубиками 6-8 шт., поставленными 2 линии по 2м сторонам зала;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11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Х.иб.мж предметами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12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канату боком: пятки на полу, носки на канате, носки или середина стопы на канате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н.ч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ч/з шнуры 6-8шт.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канату боком, р.за голову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Пр.напр.лев.н.вдоль каната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низ четвереньках с мешочком на спине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из-за головы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подталкивая набивной мяч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в шеренгах вправо (эстафета)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Ведение мяча прямо и мж предметами (эстафета)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под дугу не касаясь дуги, встать в обруч хлопнуть над головой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Х.на носках, р.за головой мж предметами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мешочка в гор.цель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3-4м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«по-медвежьи», хлопнуть над головой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боком с мешочком на голове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Лазание на гимн.стенку с переходом на др.пролет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Пр.с 2х н. ч/з шнур в пр.в лево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боком на середине присед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Отбивание мяча о стенку ловля его после отскока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Лазание на гимн.стенку с переходом на др.пролет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Х.поскамье на носках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Попадание мяча в корзину от груди</w:t>
            </w: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«Догони свою пару»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«Фигуры»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П/И «Перелет птиц» 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«Фигуры»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BC09CF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Декабрь</w:t>
      </w:r>
      <w:r w:rsidRPr="00823D23">
        <w:rPr>
          <w:rFonts w:ascii="Times New Roman" w:hAnsi="Times New Roman"/>
          <w:sz w:val="20"/>
          <w:szCs w:val="20"/>
          <w:lang w:eastAsia="en-US"/>
        </w:rPr>
        <w:t>(подготовительная группа)</w:t>
      </w: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7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rPr>
          <w:trHeight w:val="8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Упражнять детей в х.с различными положениями р., в б.; в сохранении равновесия при х.в усложненной ситуации. Развивать ловкость в упражнениям с мячом. 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 с изменением темпа движ.с ускорением и замедлением, в пр.напр.илев.н.попеременно; повторять упражнения в ползании и эстафету с мячом.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х.с изменением движ.сускаением и замедлением; упражнять в подбрасывании малого мяча, рзвивая ловкость и глазомер; упражнять в ползании на животе, в равновесии.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б.по кугу с поворотом; упражнять в ползании по скамье на высоких четвереньках; повторить упр.в пр.на равновесие.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13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по сигналу х.широким свободным шагом; следующий сигнал х.мелким шагом р.напяс.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14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Х.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.в колонне по 1му с изменением темпа движ.с ускорением и замедлением; чередование х.и б.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15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 по кругу по сигналу смена направления движения.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16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боком приставным шагом с мешочком на голове, перешагивая ч/з предметы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2х н.спродв.впередмж предметами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Побрасывание малого мяча вверх одной р.и ловля его 2мя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скамье, р.на пояс на середине присед р.вперед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мяча др.др.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Пр.напр.лев.н.с продвижением вперед вдоль каната 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Пр.напр.лев.н. попеременно продвигаясь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Эстафета «Передача мяча в колонне»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низких четвереньках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Пр.н.мж предметами: на 2хн., на пр.лев.н.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Прокатывание мяча мж 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под шнур правым лев боком, не касаясь края В50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 малого мяча пр.лев.р.вверх и ловля его 2мя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животе, хват сбоку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гимн.бревну, приставляя пятку к носку др.р. в стороны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 в парах </w:t>
            </w:r>
            <w:r w:rsidRPr="005C370B">
              <w:rPr>
                <w:rFonts w:ascii="Times New Roman" w:hAnsi="Times New Roman"/>
                <w:sz w:val="20"/>
                <w:szCs w:val="20"/>
                <w:lang w:val="en-US" w:eastAsia="en-US"/>
              </w:rPr>
              <w:t>R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1,5м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 четвереньках мж 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 со скамьи на мат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высоких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приставным шагом с мешочком на голове р.на пояс.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н.с мешочком мж колен.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Лазанье по гимн.стенке с переходом на др пролет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перешагиванием ч/з предметами высоко поднимая колено р.за голову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Пр. ч/з скакалку продвигаясь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«Хитрая лиса»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«Салки с ленточкой»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«Попрыгунчики – воробушки»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 И «Хитрая лиса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BC09CF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Январь</w:t>
      </w:r>
      <w:r w:rsidRPr="00823D23">
        <w:rPr>
          <w:rFonts w:ascii="Times New Roman" w:hAnsi="Times New Roman"/>
          <w:sz w:val="20"/>
          <w:szCs w:val="20"/>
          <w:lang w:eastAsia="en-US"/>
        </w:rPr>
        <w:t>(подготовительная группа)</w:t>
      </w: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7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rPr>
          <w:trHeight w:val="8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Поторитьх.и б. по кругу, врассыпную с остановкой по сигналу;упр.на равновесие при х.по уменьшенной площади опоры, прыжки на 2х н.ч/з препятствие.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Поторитьх.с выполнением заданий для р.; упражнять в пр.в длину с места; развивать ловкость в упр.с мячом и ползании по скамье.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 х.иб.с перешагиванием ч/з шнуры; развивать ловкость и глазомер в упр.с мячом; повторить лазанье под шнур.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х.в колонне по 1му с выполнением задания на внимание, в ползании на 4х мж. предметами; повторить упр.на равновесие и прыжках.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переход к ходьбе по круу, поворот по сигналу; б.врассыпную с остановкой по сигналу.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17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по команде задание для р.за голову, на пояс, вверх; х. и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18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1мупо сигналу широким, коротким шагом, подскоками.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19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в колонне по 1му с изменением направления движения, х.иб.врассыпную.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20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гимн.бревну с мешочком на головер.произвольно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предметы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Ведение мяча 1й р.в  движении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скамье, с хлопком спереди сзади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Пр.изобр.в обр.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Прокатывание м.мж.предметами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Игра «Собачка»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4х подталкивая головой набивной мяч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Бросание м.о стену ловля его после отскока о пол, с хлопком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низких 4х с мешочком на спине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Подбрасывани малого мяча пр.лев.р.вверх и ловля его 2мя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Лазанье под шнур пр.лев.боком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боком пеешагивая предметы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м. в парах ловля после отскока о пол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на низких четвереньках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 со скамьи на мат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под шнур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Х.на  носках мж.предметами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Ползаниена 4х мж.предметами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5-6 шт.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хлопками перед собой и за спиной на каждый шаг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Пр.из обр.в обр.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низких 4х мж.предметами 6-8 шт.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по гимн.бревнур.за голову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Пр.изобр.вобр.на 2х 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«День и ночь»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«Совушка»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«Удочка»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 И  «Паук и мухи»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775C4" w:rsidRDefault="007F2BEC" w:rsidP="00811111">
      <w:pPr>
        <w:spacing w:after="0"/>
        <w:rPr>
          <w:rFonts w:ascii="Times New Roman" w:hAnsi="Times New Roman"/>
          <w:b/>
          <w:sz w:val="20"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 xml:space="preserve">Февраль </w:t>
      </w:r>
      <w:r w:rsidRPr="00823D23">
        <w:rPr>
          <w:rFonts w:ascii="Times New Roman" w:hAnsi="Times New Roman"/>
          <w:sz w:val="20"/>
          <w:szCs w:val="20"/>
          <w:lang w:eastAsia="en-US"/>
        </w:rPr>
        <w:t>(подготовительная группа)</w:t>
      </w: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7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rPr>
          <w:trHeight w:val="8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сохранении равновесия при х., выполнять задания; закреплять навык прыжка; повторить передачу м., развивая ловкость и глазомер.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б.с выполнением упр.для рук; разучить пр.с подскоком; упражнять в переброске мяча; повторить лазанье в обруч или под дугу.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Повторять х.со сменой темпа движ.; упражнять в попеременном подпрыгивании на пр.лев.н., в метании мешочков, лазаньи на гимн.стенку; повторить упр.насохр.равновеси при х.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 колонне по 1му с выполнением задания на внимание, в ползании на 4х мж. предметами; повторить упр.на равновесие и пр.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 с выполнением задания.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21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на носках, с хлопками на каждый шаг. Бег.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22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1мупо сигналу широким, кротким шагом, переход на обычную х, подскоки.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23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по сигналу смена дввижения. Х.и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24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скамье перешагивая ч/з предметы 4-5шт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м.и ловля его после отскока о пол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Пр.ч/з шнуры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6-8 шт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по гимн.бревну лилипутами р.за голову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1н.мж.предметами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Эстафета «Передача мяча»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Подскоки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м.др.др.от груди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под дугу или шнур прямо и боком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2х, 1й н.мж.предметами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низких 4х мж.предметами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м.др.др.от груди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на гимн.стенку, с переходом на др.пролет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Х.парами по 2 скамейкам, держась за р.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мешочков в горизонтальную цель в обруч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2-2,5м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на гимн.стенку, с переходом на др.пролет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перешагивая ч/з предметы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мешочков в горизонтальную цель в обруч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2-2,5м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низких 4х мж.предметами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с хлопком спереди и сзади 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Пр.из обр.в обр.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на гимн.стенку, с переходом на др.пролет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мешочком на голове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Эстафета «Передал – садись»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«Ключи»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оставайся на земле»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«Не попадись»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 И  «Жмурки»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Default="007F2BEC" w:rsidP="00811111">
      <w:pPr>
        <w:spacing w:after="0"/>
        <w:rPr>
          <w:rFonts w:ascii="Times New Roman" w:hAnsi="Times New Roman"/>
          <w:b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Cs w:val="20"/>
          <w:lang w:eastAsia="en-US"/>
        </w:rPr>
      </w:pPr>
    </w:p>
    <w:p w:rsidR="007F2BEC" w:rsidRDefault="007F2BEC" w:rsidP="00811111">
      <w:pPr>
        <w:spacing w:after="0"/>
        <w:rPr>
          <w:rFonts w:ascii="Times New Roman" w:hAnsi="Times New Roman"/>
          <w:b/>
          <w:szCs w:val="20"/>
          <w:lang w:eastAsia="en-US"/>
        </w:rPr>
      </w:pPr>
    </w:p>
    <w:p w:rsidR="007F2BEC" w:rsidRPr="008775C4" w:rsidRDefault="007F2BEC" w:rsidP="00811111">
      <w:pPr>
        <w:spacing w:after="0"/>
        <w:rPr>
          <w:rFonts w:ascii="Times New Roman" w:hAnsi="Times New Roman"/>
          <w:b/>
          <w:szCs w:val="20"/>
          <w:lang w:eastAsia="en-US"/>
        </w:rPr>
      </w:pPr>
    </w:p>
    <w:p w:rsidR="007F2BEC" w:rsidRPr="00823D23" w:rsidRDefault="007F2BEC" w:rsidP="00811111">
      <w:pPr>
        <w:spacing w:after="0"/>
        <w:rPr>
          <w:rFonts w:ascii="Times New Roman" w:hAnsi="Times New Roman"/>
          <w:b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Cs w:val="20"/>
          <w:lang w:eastAsia="en-US"/>
        </w:rPr>
      </w:pPr>
      <w:r w:rsidRPr="00823D23">
        <w:rPr>
          <w:rFonts w:ascii="Times New Roman" w:hAnsi="Times New Roman"/>
          <w:b/>
          <w:szCs w:val="20"/>
          <w:lang w:eastAsia="en-US"/>
        </w:rPr>
        <w:t>Март</w:t>
      </w:r>
      <w:r w:rsidRPr="00823D23">
        <w:rPr>
          <w:rFonts w:ascii="Times New Roman" w:hAnsi="Times New Roman"/>
          <w:szCs w:val="20"/>
          <w:lang w:eastAsia="en-US"/>
        </w:rPr>
        <w:t>(подготовительная группа)</w:t>
      </w: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7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rPr>
          <w:trHeight w:val="8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х.иб.мж. предметами; в сохранении равновесия при х.по повышенной опоре с доп.заданием; повторить задание в пр., эстафету с мячом.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х.в колонне по 1му, б. врассыпную; повторить упр.в пр., ползании; задания с мячом.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х.с выполнением заданий; упр.в метании мешочков в горизонтальную цель; повторить упр.в ползании и на сохранение равновесия при х.по повышенной опоре.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б.с выполнением задания; упражнять в лазаньи на гимн.стенку; повторить упр.на равновесие и прыжки.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1му; х.и б. м мж.фишками; х.иб.врассыпную.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25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х.и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26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Построение в шеренгу, перестроение в колонне по 1 му; х.в колонне по 1му, х.и б.врассыпную. 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27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х.и б.врассыпную с остановкой по сигналу.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28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Х.по скамье навстречу др.др.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Пр.н.вр.н.вм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Эстафета «Передача мяча в шеренге»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по скамье передача м.вокруг себя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Пр.2+2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Эстафета «Передача мяча в шеренге»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 с продвижением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м.др.др.в парах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под шнур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шнуры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м.др.др.любым способом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Ползание по скамье на выс.4х 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вдаль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прямой на низких 4х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с мешочком на голове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Метание мешочка в горизонтальную цель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низких 4х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Х.мж. предметам с мешочком на голове 6-8 шт.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Лазанье на гимн.стенку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2. 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прямой с перешагиванием ч/з предметы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пр.лев.н. мж.предметами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под шнур прямо и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Эстафета «Передача мяча в шеренге»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 на месте и с продвижением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«Ключи»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«Затейники»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«Волк во рву»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 И  «Совушка»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Малоподвижная игра</w:t>
            </w:r>
          </w:p>
        </w:tc>
      </w:tr>
    </w:tbl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Cs w:val="20"/>
          <w:lang w:eastAsia="en-US"/>
        </w:rPr>
      </w:pPr>
    </w:p>
    <w:p w:rsidR="007F2BEC" w:rsidRPr="00BC09CF" w:rsidRDefault="007F2BEC" w:rsidP="00811111">
      <w:pPr>
        <w:spacing w:after="0"/>
        <w:rPr>
          <w:rFonts w:ascii="Times New Roman" w:hAnsi="Times New Roman"/>
          <w:b/>
          <w:szCs w:val="20"/>
          <w:lang w:val="en-US"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Cs w:val="20"/>
          <w:lang w:eastAsia="en-US"/>
        </w:rPr>
      </w:pPr>
    </w:p>
    <w:p w:rsidR="007F2BEC" w:rsidRDefault="007F2BEC" w:rsidP="00811111">
      <w:pPr>
        <w:spacing w:after="0"/>
        <w:jc w:val="center"/>
        <w:rPr>
          <w:rFonts w:ascii="Times New Roman" w:hAnsi="Times New Roman"/>
          <w:b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Cs w:val="20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>Апрель</w:t>
      </w:r>
      <w:r w:rsidRPr="00823D23">
        <w:rPr>
          <w:rFonts w:ascii="Times New Roman" w:hAnsi="Times New Roman"/>
          <w:sz w:val="20"/>
          <w:szCs w:val="20"/>
          <w:lang w:eastAsia="en-US"/>
        </w:rPr>
        <w:t>(подготовительная группа)</w:t>
      </w: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7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rPr>
          <w:trHeight w:val="8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игровое упр.в х.и б.; упр.на равновесие, в прыжках, с мячом.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упр.в х.и б.; упражнять в пр.в длину с разбега, в передаче м.др.др.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х.в колонне по 1му, в построении в пары; в метании мешочков в даль, в ползании, в равновесии.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х.и б.с выполнением задания; упражнять в равновесии, в прыжках и с мячом.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1му; х.и б. м мж.фишками; х.иб.врассыпную.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29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х.и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30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Построение в шеренгу, перестроение в колонне по 1 му; х.в колонне по 1му, х.и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31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х.и б.врассыпную с остановкой по сигналу.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32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передача м. вокруг себя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н.вдоль каната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м.др.др.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 по скамье приставным шагом с мешочком на голове, на середине присед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 на месте и с продвижением вперед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м. др.др. любым способом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разбега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м.др.др.в парах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4х «Кто быстрее до кубика»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разбега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Эстафета «Передал – садись»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под шнур в группировке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вдаль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4х с мешочком на спине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Х.приставным шагом с мешочком на голове, перешагивая ч/з предметы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Пр.н.вм.н.вр.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вдаль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цель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на 4х мж.предметами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скакалку вращая вперед, назад, скрестно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Передача м.др.др. и ловля его после отскока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2. 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разбега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Х.на носках мж. предметами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Пр.ч/з шнуры на пр.лев. н.5-8шт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Передача м.др.др. любым способом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Игровое упр. «Догони пару»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«Хитрая лиса»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«Мышеловка»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«Затейники»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 И  «Салки с ленточкой»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Pr="00823D23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Pr="00823D23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Pr="00823D23" w:rsidRDefault="007F2BEC" w:rsidP="00811111">
      <w:pPr>
        <w:spacing w:after="0"/>
        <w:jc w:val="center"/>
        <w:rPr>
          <w:rFonts w:ascii="Times New Roman" w:hAnsi="Times New Roman"/>
          <w:b/>
          <w:sz w:val="20"/>
          <w:szCs w:val="20"/>
          <w:lang w:eastAsia="en-US"/>
        </w:rPr>
      </w:pPr>
      <w:r w:rsidRPr="00823D23">
        <w:rPr>
          <w:rFonts w:ascii="Times New Roman" w:hAnsi="Times New Roman"/>
          <w:b/>
          <w:sz w:val="20"/>
          <w:szCs w:val="20"/>
          <w:lang w:eastAsia="en-US"/>
        </w:rPr>
        <w:t xml:space="preserve">Май </w:t>
      </w:r>
      <w:r w:rsidRPr="00823D23">
        <w:rPr>
          <w:rFonts w:ascii="Times New Roman" w:hAnsi="Times New Roman"/>
          <w:sz w:val="20"/>
          <w:szCs w:val="20"/>
          <w:lang w:eastAsia="en-US"/>
        </w:rPr>
        <w:t>(подготовительная группа)</w:t>
      </w:r>
    </w:p>
    <w:tbl>
      <w:tblPr>
        <w:tblW w:w="160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710"/>
        <w:gridCol w:w="1701"/>
        <w:gridCol w:w="141"/>
        <w:gridCol w:w="1843"/>
        <w:gridCol w:w="1843"/>
        <w:gridCol w:w="1984"/>
        <w:gridCol w:w="1843"/>
        <w:gridCol w:w="1843"/>
        <w:gridCol w:w="1843"/>
        <w:gridCol w:w="1919"/>
      </w:tblGrid>
      <w:tr w:rsidR="007F2BEC" w:rsidRPr="005C370B" w:rsidTr="008775C4">
        <w:trPr>
          <w:trHeight w:val="37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недели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 неделя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неделя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неделя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 неделя</w:t>
            </w:r>
          </w:p>
        </w:tc>
      </w:tr>
      <w:tr w:rsidR="007F2BEC" w:rsidRPr="005C370B" w:rsidTr="008775C4">
        <w:trPr>
          <w:trHeight w:val="85"/>
        </w:trPr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занятия</w:t>
            </w:r>
          </w:p>
        </w:tc>
        <w:tc>
          <w:tcPr>
            <w:tcW w:w="1701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7F2BEC" w:rsidRPr="005C370B" w:rsidTr="008775C4">
        <w:tc>
          <w:tcPr>
            <w:tcW w:w="1135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Задачи 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Повторить упр.в х.и б.; в равновесии при х.по повышенной опоре; в прыжках с продвижением вперед на 1й н.; в бросании малого мяча о стену.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б.со сменой движения, в пр.в длину с места; повторить упр с мячом.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б.в колонне по 1му, по кругу; в х.и б.врассыпную; в метании мешочков в даль, в пр., в равновесии.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Упражнять в х.и б. с выполнением заданий по сигналу; повторить упр.влазаньи на гимн.стенку; упр.в сохранении равновесии при х.по повышенной опоре, в пр.</w:t>
            </w:r>
          </w:p>
        </w:tc>
      </w:tr>
      <w:tr w:rsidR="007F2BEC" w:rsidRPr="005C370B" w:rsidTr="008775C4">
        <w:tc>
          <w:tcPr>
            <w:tcW w:w="425" w:type="dxa"/>
            <w:vMerge w:val="restart"/>
            <w:textDirection w:val="btLr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Части занятия</w:t>
            </w: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по сигналу перестроение в пары по ходу движения; б. 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33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1му, х.со сменой темпа движения по сигналу; х.и б.врассыпную.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34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Х.в колонне по 1му по сигналу х., по сигналу х.по кругу с поворотом в др.сторону; х.и б.врассыпную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35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Х.и б.в колонне по 1му с выполнением задания по сигналу</w:t>
            </w:r>
          </w:p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ОРУ № 36</w:t>
            </w:r>
          </w:p>
        </w:tc>
      </w:tr>
      <w:tr w:rsidR="007F2BEC" w:rsidRPr="005C370B" w:rsidTr="008775C4">
        <w:trPr>
          <w:trHeight w:val="3771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 w:val="restart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842" w:type="dxa"/>
            <w:gridSpan w:val="2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перекладывая м.вокруг себя на каждый шаг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Пр.с ноги на ногу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Броски малого м.о стену и ловля его после отскока, с доп.заданием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Х. по скамье на встречу др.др. 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Броски м.вверх 1й р.и ловля его 2мя</w:t>
            </w:r>
          </w:p>
          <w:p w:rsidR="007F2BEC" w:rsidRPr="005C370B" w:rsidRDefault="007F2BEC" w:rsidP="008775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Эстафета «Прыжки на 2х н.мж. предметами»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места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Ведение м.1й р., с продвижением вперед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Пролезание в обруч прямо и боком</w:t>
            </w:r>
          </w:p>
        </w:tc>
        <w:tc>
          <w:tcPr>
            <w:tcW w:w="1984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Пр.в длину с разбега. Разбег 3-4 шага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мешочков в вертикальную цель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Х.мж. предметами с мешочком на голове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 даль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Х. по гимн.бревну лилипутами р.за голову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низких 4х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Метание мешочка в даль пр.лев.рукой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под шнур прямо и боком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Х.мж.предметами на носках с мешочком на голове</w:t>
            </w:r>
          </w:p>
        </w:tc>
        <w:tc>
          <w:tcPr>
            <w:tcW w:w="1843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Лазанье по гимн.стенке с переходом на др.пролет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Х.по скамье перешагивая ч/з предметы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Пр.на 2х н.мж.предметами 5-6 шт.</w:t>
            </w:r>
          </w:p>
        </w:tc>
        <w:tc>
          <w:tcPr>
            <w:tcW w:w="1919" w:type="dxa"/>
          </w:tcPr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Ползание по скамье на выс.4х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Пр.мж.предметами на пр.лев.н.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3.</w:t>
            </w: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Х.с перешагиванием ч/з предметы боком с мешочком на голове</w:t>
            </w:r>
          </w:p>
          <w:p w:rsidR="007F2BEC" w:rsidRPr="005C370B" w:rsidRDefault="007F2BEC" w:rsidP="008775C4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7F2BEC" w:rsidRPr="005C370B" w:rsidTr="008775C4">
        <w:trPr>
          <w:trHeight w:val="585"/>
        </w:trPr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«Совушка»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«Горелки»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П/И «Воробьи и кошка»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5C370B">
              <w:rPr>
                <w:rFonts w:ascii="Times New Roman" w:hAnsi="Times New Roman"/>
                <w:sz w:val="20"/>
                <w:szCs w:val="20"/>
                <w:lang w:eastAsia="en-US"/>
              </w:rPr>
              <w:t>П/ И  «Охотники и утки»</w:t>
            </w:r>
          </w:p>
        </w:tc>
      </w:tr>
      <w:tr w:rsidR="007F2BEC" w:rsidRPr="005C370B" w:rsidTr="008775C4">
        <w:tc>
          <w:tcPr>
            <w:tcW w:w="425" w:type="dxa"/>
            <w:vMerge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</w:tcPr>
          <w:p w:rsidR="007F2BEC" w:rsidRPr="005C370B" w:rsidRDefault="007F2BEC" w:rsidP="008775C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3685" w:type="dxa"/>
            <w:gridSpan w:val="3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827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686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  <w:tc>
          <w:tcPr>
            <w:tcW w:w="3762" w:type="dxa"/>
            <w:gridSpan w:val="2"/>
          </w:tcPr>
          <w:p w:rsidR="007F2BEC" w:rsidRPr="005C370B" w:rsidRDefault="007F2BEC" w:rsidP="008775C4">
            <w:pPr>
              <w:jc w:val="center"/>
              <w:rPr>
                <w:lang w:eastAsia="en-US"/>
              </w:rPr>
            </w:pPr>
            <w:r w:rsidRPr="005C370B">
              <w:rPr>
                <w:rFonts w:ascii="Times New Roman" w:hAnsi="Times New Roman"/>
                <w:lang w:eastAsia="en-US"/>
              </w:rPr>
              <w:t>Малоподвижная игра</w:t>
            </w:r>
          </w:p>
        </w:tc>
      </w:tr>
    </w:tbl>
    <w:p w:rsidR="007F2BEC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Default="007F2BEC" w:rsidP="00811111">
      <w:pPr>
        <w:spacing w:after="0" w:line="360" w:lineRule="auto"/>
        <w:rPr>
          <w:rFonts w:ascii="Times New Roman" w:hAnsi="Times New Roman"/>
          <w:b/>
          <w:sz w:val="24"/>
          <w:szCs w:val="24"/>
          <w:highlight w:val="yellow"/>
          <w:lang w:eastAsia="en-US"/>
        </w:rPr>
      </w:pPr>
    </w:p>
    <w:p w:rsidR="007F2BEC" w:rsidRPr="008D503A" w:rsidRDefault="007F2BEC" w:rsidP="00E35E4D">
      <w:pPr>
        <w:spacing w:after="0" w:line="360" w:lineRule="auto"/>
        <w:rPr>
          <w:rFonts w:ascii="Times New Roman" w:hAnsi="Times New Roman"/>
          <w:b/>
          <w:sz w:val="32"/>
          <w:szCs w:val="32"/>
          <w:lang w:eastAsia="en-US"/>
        </w:rPr>
        <w:sectPr w:rsidR="007F2BEC" w:rsidRPr="008D503A" w:rsidSect="008775C4">
          <w:pgSz w:w="16838" w:h="11906" w:orient="landscape"/>
          <w:pgMar w:top="709" w:right="1134" w:bottom="567" w:left="1134" w:header="709" w:footer="709" w:gutter="0"/>
          <w:cols w:space="708"/>
          <w:docGrid w:linePitch="360"/>
        </w:sectPr>
      </w:pPr>
    </w:p>
    <w:p w:rsidR="007F2BEC" w:rsidRDefault="007F2BEC" w:rsidP="0040273C"/>
    <w:tbl>
      <w:tblPr>
        <w:tblW w:w="0" w:type="auto"/>
        <w:tblLook w:val="00A0"/>
      </w:tblPr>
      <w:tblGrid>
        <w:gridCol w:w="5164"/>
        <w:gridCol w:w="4371"/>
      </w:tblGrid>
      <w:tr w:rsidR="007F2BEC" w:rsidRPr="005C370B" w:rsidTr="00B76C6D">
        <w:trPr>
          <w:trHeight w:val="2267"/>
        </w:trPr>
        <w:tc>
          <w:tcPr>
            <w:tcW w:w="5164" w:type="dxa"/>
          </w:tcPr>
          <w:p w:rsidR="007F2BEC" w:rsidRPr="00094291" w:rsidRDefault="007F2BEC" w:rsidP="008775C4">
            <w:pPr>
              <w:pStyle w:val="Default"/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Составил</w:t>
            </w:r>
          </w:p>
          <w:p w:rsidR="007F2BEC" w:rsidRDefault="007F2BEC" w:rsidP="00B76C6D">
            <w:pPr>
              <w:pStyle w:val="Default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Инструктор по физической культуре</w:t>
            </w:r>
          </w:p>
          <w:p w:rsidR="007F2BEC" w:rsidRDefault="007F2BEC" w:rsidP="00B76C6D">
            <w:pPr>
              <w:pStyle w:val="Default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МБДОУ- д/с №4</w:t>
            </w:r>
          </w:p>
          <w:p w:rsidR="007F2BEC" w:rsidRPr="00B76C6D" w:rsidRDefault="007F2BEC" w:rsidP="00B76C6D">
            <w:pPr>
              <w:pStyle w:val="Default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__________________Р.Р. Исламова </w:t>
            </w:r>
          </w:p>
        </w:tc>
        <w:tc>
          <w:tcPr>
            <w:tcW w:w="4371" w:type="dxa"/>
          </w:tcPr>
          <w:p w:rsidR="007F2BEC" w:rsidRPr="00094291" w:rsidRDefault="007F2BEC" w:rsidP="00B76C6D">
            <w:pPr>
              <w:pStyle w:val="Default"/>
              <w:ind w:left="95"/>
              <w:rPr>
                <w:b/>
                <w:sz w:val="28"/>
                <w:szCs w:val="28"/>
              </w:rPr>
            </w:pPr>
            <w:r w:rsidRPr="00094291">
              <w:rPr>
                <w:b/>
                <w:sz w:val="28"/>
                <w:szCs w:val="28"/>
              </w:rPr>
              <w:t>Утверждаю</w:t>
            </w:r>
          </w:p>
          <w:p w:rsidR="007F2BEC" w:rsidRPr="00094291" w:rsidRDefault="007F2BEC" w:rsidP="00B76C6D">
            <w:pPr>
              <w:pStyle w:val="Default"/>
              <w:ind w:left="95"/>
              <w:rPr>
                <w:sz w:val="28"/>
                <w:szCs w:val="28"/>
              </w:rPr>
            </w:pPr>
            <w:r w:rsidRPr="00094291">
              <w:rPr>
                <w:sz w:val="28"/>
                <w:szCs w:val="28"/>
              </w:rPr>
              <w:t>Заведующий МБДОУ – д/с №4</w:t>
            </w:r>
          </w:p>
          <w:p w:rsidR="007F2BEC" w:rsidRPr="00094291" w:rsidRDefault="007F2BEC" w:rsidP="00B76C6D">
            <w:pPr>
              <w:pStyle w:val="Default"/>
              <w:ind w:left="95"/>
              <w:rPr>
                <w:sz w:val="28"/>
                <w:szCs w:val="28"/>
              </w:rPr>
            </w:pPr>
            <w:r w:rsidRPr="00094291">
              <w:rPr>
                <w:sz w:val="28"/>
                <w:szCs w:val="28"/>
              </w:rPr>
              <w:t>________________И.В.Линькова</w:t>
            </w:r>
          </w:p>
          <w:p w:rsidR="007F2BEC" w:rsidRPr="00094291" w:rsidRDefault="007F2BEC" w:rsidP="00B76C6D">
            <w:pPr>
              <w:pStyle w:val="Default"/>
              <w:ind w:left="95"/>
              <w:rPr>
                <w:sz w:val="28"/>
                <w:szCs w:val="28"/>
              </w:rPr>
            </w:pPr>
            <w:r w:rsidRPr="00094291">
              <w:rPr>
                <w:sz w:val="28"/>
                <w:szCs w:val="28"/>
              </w:rPr>
              <w:t>Введено приказ</w:t>
            </w:r>
            <w:r>
              <w:rPr>
                <w:sz w:val="28"/>
                <w:szCs w:val="28"/>
              </w:rPr>
              <w:t xml:space="preserve">ом №_____от «__»___________ </w:t>
            </w:r>
            <w:smartTag w:uri="urn:schemas-microsoft-com:office:smarttags" w:element="metricconverter">
              <w:smartTagPr>
                <w:attr w:name="ProductID" w:val="5 л"/>
              </w:smartTagPr>
              <w:r>
                <w:rPr>
                  <w:sz w:val="28"/>
                  <w:szCs w:val="28"/>
                </w:rPr>
                <w:t>2021</w:t>
              </w:r>
              <w:r w:rsidRPr="00094291">
                <w:rPr>
                  <w:sz w:val="28"/>
                  <w:szCs w:val="28"/>
                </w:rPr>
                <w:t xml:space="preserve"> г</w:t>
              </w:r>
            </w:smartTag>
            <w:r w:rsidRPr="00094291">
              <w:rPr>
                <w:sz w:val="28"/>
                <w:szCs w:val="28"/>
              </w:rPr>
              <w:t>.</w:t>
            </w:r>
          </w:p>
        </w:tc>
      </w:tr>
    </w:tbl>
    <w:p w:rsidR="007F2BEC" w:rsidRDefault="007F2BEC" w:rsidP="008775C4">
      <w:pPr>
        <w:spacing w:after="0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7F2BEC" w:rsidRPr="00B76C6D" w:rsidRDefault="007F2BEC" w:rsidP="00E05C63">
      <w:pPr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B76C6D">
        <w:rPr>
          <w:rFonts w:ascii="Times New Roman" w:hAnsi="Times New Roman"/>
          <w:b/>
          <w:color w:val="000000"/>
          <w:sz w:val="28"/>
          <w:szCs w:val="28"/>
        </w:rPr>
        <w:t>ПЛАН СПОРТИ</w:t>
      </w:r>
      <w:r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B76C6D">
        <w:rPr>
          <w:rFonts w:ascii="Times New Roman" w:hAnsi="Times New Roman"/>
          <w:b/>
          <w:color w:val="000000"/>
          <w:sz w:val="28"/>
          <w:szCs w:val="28"/>
        </w:rPr>
        <w:t xml:space="preserve">НЫХ МЕРОПРИЯТИЙ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3"/>
        <w:gridCol w:w="4316"/>
        <w:gridCol w:w="3787"/>
      </w:tblGrid>
      <w:tr w:rsidR="007F2BEC" w:rsidRPr="005C370B" w:rsidTr="005C370B"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Возрастная группа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мероприятия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Октябрь</w:t>
            </w:r>
          </w:p>
        </w:tc>
      </w:tr>
      <w:tr w:rsidR="007F2BEC" w:rsidRPr="005C370B" w:rsidTr="005C370B">
        <w:trPr>
          <w:trHeight w:val="536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Подготовительная группа, средняя группа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Спортивное развлечение с фитболами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разработке</w:t>
            </w: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Ноябрь</w:t>
            </w:r>
          </w:p>
        </w:tc>
      </w:tr>
      <w:tr w:rsidR="007F2BEC" w:rsidRPr="005C370B" w:rsidTr="005C370B">
        <w:trPr>
          <w:trHeight w:val="789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Средняя группа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«Чемпионы среди нас»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«Инструктор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ФК»№7 2016, стр.47</w:t>
            </w: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Декабрь</w:t>
            </w:r>
          </w:p>
        </w:tc>
      </w:tr>
      <w:tr w:rsidR="007F2BEC" w:rsidRPr="005C370B" w:rsidTr="005C370B">
        <w:trPr>
          <w:trHeight w:val="702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Старшая группа №1,2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«Герои спорта</w:t>
            </w:r>
            <w:r w:rsidRPr="005C370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«Инструктор по ФК» №8 2016  стр.36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Январь</w:t>
            </w:r>
          </w:p>
        </w:tc>
      </w:tr>
      <w:tr w:rsidR="007F2BEC" w:rsidRPr="005C370B" w:rsidTr="005C370B">
        <w:trPr>
          <w:trHeight w:val="482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Старшая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№1,2, подготовительная группы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«Чудо- снежинка</w:t>
            </w: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Оздоровительный квест на улице</w:t>
            </w:r>
          </w:p>
        </w:tc>
        <w:tc>
          <w:tcPr>
            <w:tcW w:w="3787" w:type="dxa"/>
          </w:tcPr>
          <w:p w:rsidR="007F2BEC" w:rsidRPr="005C370B" w:rsidRDefault="007F2BEC" w:rsidP="00E05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«Инструктор по ФК» ;№7 </w:t>
            </w:r>
            <w:smartTag w:uri="urn:schemas-microsoft-com:office:smarttags" w:element="metricconverter">
              <w:smartTagPr>
                <w:attr w:name="ProductID" w:val="5 л"/>
              </w:smartTagPr>
              <w:r>
                <w:rPr>
                  <w:rFonts w:ascii="Times New Roman" w:hAnsi="Times New Roman"/>
                  <w:sz w:val="24"/>
                  <w:szCs w:val="24"/>
                  <w:lang w:eastAsia="en-US"/>
                </w:rPr>
                <w:t>2016 г</w:t>
              </w:r>
            </w:smartTag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Стр. 102</w:t>
            </w: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Февраль</w:t>
            </w:r>
          </w:p>
        </w:tc>
      </w:tr>
      <w:tr w:rsidR="007F2BEC" w:rsidRPr="005C370B" w:rsidTr="005C370B">
        <w:trPr>
          <w:trHeight w:val="833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Средняя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Старшая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№1,2,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Подготовительная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Спортивно-игровой праздник «23 февраля»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 родителей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По разработке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</w:tr>
      <w:tr w:rsidR="007F2BEC" w:rsidRPr="005C370B" w:rsidTr="005C370B">
        <w:trPr>
          <w:trHeight w:val="658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Старшая №1,2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«Праздник обручей и спортивных мячей</w:t>
            </w:r>
            <w:r w:rsidRPr="005C370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Здоровье дошкольника №5 2013 стр.4</w:t>
            </w: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Апрель</w:t>
            </w:r>
          </w:p>
        </w:tc>
      </w:tr>
      <w:tr w:rsidR="007F2BEC" w:rsidRPr="005C370B" w:rsidTr="001871F3">
        <w:trPr>
          <w:trHeight w:val="861"/>
        </w:trPr>
        <w:tc>
          <w:tcPr>
            <w:tcW w:w="2103" w:type="dxa"/>
          </w:tcPr>
          <w:p w:rsidR="007F2BEC" w:rsidRPr="005C370B" w:rsidRDefault="007F2BEC" w:rsidP="004C1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Средняя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Старшая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№1,2</w:t>
            </w:r>
          </w:p>
          <w:p w:rsidR="007F2BEC" w:rsidRPr="005C370B" w:rsidRDefault="007F2BEC" w:rsidP="00187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Подготовительная</w:t>
            </w:r>
          </w:p>
        </w:tc>
        <w:tc>
          <w:tcPr>
            <w:tcW w:w="4316" w:type="dxa"/>
          </w:tcPr>
          <w:p w:rsidR="007F2BEC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Праздник здоровья</w:t>
            </w:r>
          </w:p>
        </w:tc>
        <w:tc>
          <w:tcPr>
            <w:tcW w:w="3787" w:type="dxa"/>
          </w:tcPr>
          <w:p w:rsidR="007F2BEC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разработке</w:t>
            </w: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Май</w:t>
            </w:r>
          </w:p>
        </w:tc>
      </w:tr>
      <w:tr w:rsidR="007F2BEC" w:rsidRPr="005C370B" w:rsidTr="005C370B">
        <w:trPr>
          <w:trHeight w:val="315"/>
        </w:trPr>
        <w:tc>
          <w:tcPr>
            <w:tcW w:w="2103" w:type="dxa"/>
          </w:tcPr>
          <w:p w:rsidR="007F2BEC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Подготовительная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Старшая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№1,2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Веселые старты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По разработке</w:t>
            </w:r>
          </w:p>
        </w:tc>
      </w:tr>
      <w:tr w:rsidR="007F2BEC" w:rsidRPr="005C370B" w:rsidTr="005C370B">
        <w:tc>
          <w:tcPr>
            <w:tcW w:w="10206" w:type="dxa"/>
            <w:gridSpan w:val="3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</w:tr>
      <w:tr w:rsidR="007F2BEC" w:rsidRPr="005C370B" w:rsidTr="005C370B">
        <w:trPr>
          <w:trHeight w:val="536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Старшая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№1,2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Подготовительная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«Сабантуй» физкультурное развлечение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По разработке</w:t>
            </w:r>
          </w:p>
        </w:tc>
      </w:tr>
      <w:tr w:rsidR="007F2BEC" w:rsidRPr="005C370B" w:rsidTr="005C370B">
        <w:trPr>
          <w:trHeight w:val="330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F2BEC" w:rsidRPr="005C370B" w:rsidTr="005C370B">
        <w:trPr>
          <w:trHeight w:val="330"/>
        </w:trPr>
        <w:tc>
          <w:tcPr>
            <w:tcW w:w="2103" w:type="dxa"/>
          </w:tcPr>
          <w:p w:rsidR="007F2BEC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Средняя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1, №2, старшая </w:t>
            </w:r>
          </w:p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подготовительная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«Здравствуй лето» спортивный праздник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По разработке</w:t>
            </w:r>
          </w:p>
        </w:tc>
      </w:tr>
      <w:tr w:rsidR="007F2BEC" w:rsidRPr="005C370B" w:rsidTr="005C370B">
        <w:trPr>
          <w:trHeight w:val="330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F2BEC" w:rsidRPr="005C370B" w:rsidTr="005C370B">
        <w:trPr>
          <w:trHeight w:val="330"/>
        </w:trPr>
        <w:tc>
          <w:tcPr>
            <w:tcW w:w="2103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Все группы</w:t>
            </w:r>
          </w:p>
        </w:tc>
        <w:tc>
          <w:tcPr>
            <w:tcW w:w="4316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Осенние малые олимпийские игры</w:t>
            </w:r>
          </w:p>
        </w:tc>
        <w:tc>
          <w:tcPr>
            <w:tcW w:w="3787" w:type="dxa"/>
          </w:tcPr>
          <w:p w:rsidR="007F2BEC" w:rsidRPr="005C370B" w:rsidRDefault="007F2BEC" w:rsidP="005C3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370B">
              <w:rPr>
                <w:rFonts w:ascii="Times New Roman" w:hAnsi="Times New Roman"/>
                <w:sz w:val="24"/>
                <w:szCs w:val="24"/>
                <w:lang w:eastAsia="en-US"/>
              </w:rPr>
              <w:t>По разработке</w:t>
            </w:r>
          </w:p>
        </w:tc>
      </w:tr>
    </w:tbl>
    <w:p w:rsidR="007F2BEC" w:rsidRDefault="007F2BEC" w:rsidP="00437C3D"/>
    <w:p w:rsidR="007F2BEC" w:rsidRPr="004C179C" w:rsidRDefault="007F2BEC" w:rsidP="00437C3D">
      <w:pPr>
        <w:rPr>
          <w:rFonts w:ascii="Times New Roman" w:hAnsi="Times New Roman"/>
          <w:sz w:val="24"/>
          <w:szCs w:val="24"/>
        </w:rPr>
      </w:pPr>
      <w:r w:rsidRPr="004C179C">
        <w:rPr>
          <w:rFonts w:ascii="Times New Roman" w:hAnsi="Times New Roman"/>
          <w:sz w:val="24"/>
          <w:szCs w:val="24"/>
        </w:rPr>
        <w:t xml:space="preserve">Составил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4C179C">
        <w:rPr>
          <w:rFonts w:ascii="Times New Roman" w:hAnsi="Times New Roman"/>
          <w:sz w:val="24"/>
          <w:szCs w:val="24"/>
        </w:rPr>
        <w:t xml:space="preserve"> Утверждаю</w:t>
      </w:r>
    </w:p>
    <w:p w:rsidR="007F2BEC" w:rsidRPr="004C179C" w:rsidRDefault="007F2BEC" w:rsidP="00437C3D">
      <w:pPr>
        <w:rPr>
          <w:rFonts w:ascii="Times New Roman" w:hAnsi="Times New Roman"/>
          <w:sz w:val="24"/>
          <w:szCs w:val="24"/>
        </w:rPr>
      </w:pPr>
      <w:r w:rsidRPr="004C179C">
        <w:rPr>
          <w:rFonts w:ascii="Times New Roman" w:hAnsi="Times New Roman"/>
          <w:sz w:val="24"/>
          <w:szCs w:val="24"/>
        </w:rPr>
        <w:t xml:space="preserve">________Р.Р. Исламова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4C179C">
        <w:rPr>
          <w:rFonts w:ascii="Times New Roman" w:hAnsi="Times New Roman"/>
          <w:sz w:val="24"/>
          <w:szCs w:val="24"/>
        </w:rPr>
        <w:t xml:space="preserve"> ___________И.В. Линькова</w:t>
      </w:r>
    </w:p>
    <w:p w:rsidR="007F2BEC" w:rsidRPr="004C179C" w:rsidRDefault="007F2BEC" w:rsidP="00437C3D">
      <w:pPr>
        <w:rPr>
          <w:rFonts w:ascii="Times New Roman" w:hAnsi="Times New Roman"/>
          <w:sz w:val="24"/>
          <w:szCs w:val="24"/>
        </w:rPr>
      </w:pPr>
      <w:r w:rsidRPr="004C179C">
        <w:rPr>
          <w:rFonts w:ascii="Times New Roman" w:hAnsi="Times New Roman"/>
          <w:sz w:val="24"/>
          <w:szCs w:val="24"/>
        </w:rPr>
        <w:t xml:space="preserve">инструктор по ФК МБДОУ-д/с №4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4C179C">
        <w:rPr>
          <w:rFonts w:ascii="Times New Roman" w:hAnsi="Times New Roman"/>
          <w:sz w:val="24"/>
          <w:szCs w:val="24"/>
        </w:rPr>
        <w:t>заведующий МБДОУ-д/с№4</w:t>
      </w:r>
    </w:p>
    <w:p w:rsidR="007F2BEC" w:rsidRPr="004C179C" w:rsidRDefault="007F2BEC" w:rsidP="00437C3D">
      <w:pPr>
        <w:rPr>
          <w:rFonts w:ascii="Times New Roman" w:hAnsi="Times New Roman"/>
        </w:rPr>
      </w:pPr>
    </w:p>
    <w:p w:rsidR="007F2BEC" w:rsidRPr="004C179C" w:rsidRDefault="007F2BEC" w:rsidP="00437C3D">
      <w:pPr>
        <w:jc w:val="center"/>
        <w:rPr>
          <w:rFonts w:ascii="Times New Roman" w:hAnsi="Times New Roman"/>
          <w:b/>
        </w:rPr>
      </w:pPr>
      <w:r w:rsidRPr="004C179C">
        <w:rPr>
          <w:rFonts w:ascii="Times New Roman" w:hAnsi="Times New Roman"/>
          <w:b/>
        </w:rPr>
        <w:t>РАСПИСАНИЕ ОД ПО ФИЗИЧЕСКОЙ КУЛЬТУРЕ</w:t>
      </w:r>
    </w:p>
    <w:p w:rsidR="007F2BEC" w:rsidRPr="004C179C" w:rsidRDefault="007F2BEC" w:rsidP="00437C3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2021-2022</w:t>
      </w:r>
      <w:r w:rsidRPr="004C179C">
        <w:rPr>
          <w:rFonts w:ascii="Times New Roman" w:hAnsi="Times New Roman"/>
          <w:b/>
        </w:rPr>
        <w:t xml:space="preserve"> УЧЕБНЫЙ ГОД МБДОУ Д/С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8"/>
        <w:gridCol w:w="2090"/>
        <w:gridCol w:w="1980"/>
        <w:gridCol w:w="2090"/>
        <w:gridCol w:w="2200"/>
      </w:tblGrid>
      <w:tr w:rsidR="007F2BEC" w:rsidRPr="004C179C" w:rsidTr="004C179C">
        <w:tc>
          <w:tcPr>
            <w:tcW w:w="2308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  <w:b/>
              </w:rPr>
            </w:pPr>
            <w:r w:rsidRPr="004C179C">
              <w:rPr>
                <w:rFonts w:ascii="Times New Roman" w:hAnsi="Times New Roman"/>
                <w:b/>
              </w:rPr>
              <w:t>ГРУППЫ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  <w:b/>
              </w:rPr>
            </w:pPr>
            <w:r w:rsidRPr="004C179C"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98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  <w:b/>
              </w:rPr>
            </w:pPr>
            <w:r w:rsidRPr="004C179C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  <w:b/>
              </w:rPr>
            </w:pPr>
            <w:r w:rsidRPr="004C179C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220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  <w:b/>
              </w:rPr>
            </w:pPr>
            <w:r w:rsidRPr="004C179C">
              <w:rPr>
                <w:rFonts w:ascii="Times New Roman" w:hAnsi="Times New Roman"/>
                <w:b/>
              </w:rPr>
              <w:t>ПЯТНИЦА</w:t>
            </w:r>
          </w:p>
        </w:tc>
      </w:tr>
      <w:tr w:rsidR="007F2BEC" w:rsidRPr="004C179C" w:rsidTr="004C179C">
        <w:tc>
          <w:tcPr>
            <w:tcW w:w="2308" w:type="dxa"/>
          </w:tcPr>
          <w:p w:rsidR="007F2BEC" w:rsidRPr="004C179C" w:rsidRDefault="007F2BEC" w:rsidP="003D4305">
            <w:pPr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Младшая группа «Теремок» (3-4г) ОД15 мин..Воспитатель Шарипова Ф.Х. (10 занятий)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9.25-9.40 (физическая культура на улице)</w:t>
            </w:r>
          </w:p>
        </w:tc>
        <w:tc>
          <w:tcPr>
            <w:tcW w:w="198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 xml:space="preserve">9.00-9.15 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9.00-9.15</w:t>
            </w:r>
          </w:p>
        </w:tc>
      </w:tr>
      <w:tr w:rsidR="007F2BEC" w:rsidRPr="004C179C" w:rsidTr="004C179C">
        <w:tc>
          <w:tcPr>
            <w:tcW w:w="2308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Средняя группа №2 «Звездочки» (4-</w:t>
            </w:r>
            <w:smartTag w:uri="urn:schemas-microsoft-com:office:smarttags" w:element="metricconverter">
              <w:smartTagPr>
                <w:attr w:name="ProductID" w:val="5 л"/>
              </w:smartTagPr>
              <w:r w:rsidRPr="004C179C">
                <w:rPr>
                  <w:rFonts w:ascii="Times New Roman" w:hAnsi="Times New Roman"/>
                </w:rPr>
                <w:t>5 л</w:t>
              </w:r>
            </w:smartTag>
            <w:r w:rsidRPr="004C179C">
              <w:rPr>
                <w:rFonts w:ascii="Times New Roman" w:hAnsi="Times New Roman"/>
              </w:rPr>
              <w:t>) ОД 20 мин. Воспитатель Абрамова В.М. (10 занятий)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9.30- 9.50</w:t>
            </w:r>
          </w:p>
        </w:tc>
        <w:tc>
          <w:tcPr>
            <w:tcW w:w="1980" w:type="dxa"/>
          </w:tcPr>
          <w:p w:rsidR="007F2BEC" w:rsidRPr="004C179C" w:rsidRDefault="007F2BEC" w:rsidP="003D4305">
            <w:pPr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15.10-15.30 (физическая культура на улице)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9.30-9.50</w:t>
            </w:r>
          </w:p>
        </w:tc>
      </w:tr>
      <w:tr w:rsidR="007F2BEC" w:rsidRPr="004C179C" w:rsidTr="004C179C">
        <w:tc>
          <w:tcPr>
            <w:tcW w:w="2308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Средняя группа №1 «Капельки» (4-</w:t>
            </w:r>
            <w:smartTag w:uri="urn:schemas-microsoft-com:office:smarttags" w:element="metricconverter">
              <w:smartTagPr>
                <w:attr w:name="ProductID" w:val="5 л"/>
              </w:smartTagPr>
              <w:r w:rsidRPr="004C179C">
                <w:rPr>
                  <w:rFonts w:ascii="Times New Roman" w:hAnsi="Times New Roman"/>
                </w:rPr>
                <w:t>5 л</w:t>
              </w:r>
            </w:smartTag>
            <w:r w:rsidRPr="004C179C">
              <w:rPr>
                <w:rFonts w:ascii="Times New Roman" w:hAnsi="Times New Roman"/>
              </w:rPr>
              <w:t>) ОД 20 мин. Воспитатель Насретдинова Р.М. (10 занятий)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9.00- 9.20</w:t>
            </w:r>
          </w:p>
        </w:tc>
        <w:tc>
          <w:tcPr>
            <w:tcW w:w="198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9.30-9.50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0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15.10-15.30 (физическая культура на улице)</w:t>
            </w:r>
          </w:p>
        </w:tc>
      </w:tr>
      <w:tr w:rsidR="007F2BEC" w:rsidRPr="004C179C" w:rsidTr="004C179C">
        <w:tc>
          <w:tcPr>
            <w:tcW w:w="2308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Старшая группа «Цветик-семицветик» ОД 25 мин. Воспитатель Федорова С.И. (14 занятий)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15.10-15.35 (физическая культура на воздухе)</w:t>
            </w:r>
          </w:p>
        </w:tc>
        <w:tc>
          <w:tcPr>
            <w:tcW w:w="198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15.10-15.30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9.00-9.25</w:t>
            </w:r>
          </w:p>
        </w:tc>
        <w:tc>
          <w:tcPr>
            <w:tcW w:w="220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</w:tc>
      </w:tr>
      <w:tr w:rsidR="007F2BEC" w:rsidRPr="004C179C" w:rsidTr="004C179C">
        <w:tc>
          <w:tcPr>
            <w:tcW w:w="2308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Подготовительная группа «Колобок» ОД не более 30 мин. Воспитатель Александрова С.С. (19 занятий)</w:t>
            </w: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10.20-10.50</w:t>
            </w:r>
          </w:p>
        </w:tc>
        <w:tc>
          <w:tcPr>
            <w:tcW w:w="198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15.10-15.30 (физическая культура на улице)</w:t>
            </w:r>
          </w:p>
        </w:tc>
        <w:tc>
          <w:tcPr>
            <w:tcW w:w="2200" w:type="dxa"/>
          </w:tcPr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</w:p>
          <w:p w:rsidR="007F2BEC" w:rsidRPr="004C179C" w:rsidRDefault="007F2BEC" w:rsidP="007E4135">
            <w:pPr>
              <w:jc w:val="center"/>
              <w:rPr>
                <w:rFonts w:ascii="Times New Roman" w:hAnsi="Times New Roman"/>
              </w:rPr>
            </w:pPr>
            <w:r w:rsidRPr="004C179C">
              <w:rPr>
                <w:rFonts w:ascii="Times New Roman" w:hAnsi="Times New Roman"/>
              </w:rPr>
              <w:t>10.20-10.50</w:t>
            </w:r>
          </w:p>
        </w:tc>
      </w:tr>
    </w:tbl>
    <w:p w:rsidR="007F2BEC" w:rsidRPr="004C179C" w:rsidRDefault="007F2BEC">
      <w:pPr>
        <w:rPr>
          <w:rFonts w:ascii="Times New Roman" w:hAnsi="Times New Roman"/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 w:rsidP="00E35E4D">
      <w:pPr>
        <w:jc w:val="center"/>
        <w:rPr>
          <w:rFonts w:ascii="Times New Roman" w:hAnsi="Times New Roman"/>
          <w:b/>
          <w:sz w:val="28"/>
          <w:szCs w:val="28"/>
        </w:rPr>
      </w:pPr>
      <w:r w:rsidRPr="00E35E4D">
        <w:rPr>
          <w:rFonts w:ascii="Times New Roman" w:hAnsi="Times New Roman"/>
          <w:b/>
          <w:sz w:val="28"/>
          <w:szCs w:val="28"/>
        </w:rPr>
        <w:t>ПЕРСПЕКТИВНЫЙ ПЛАН ВЗАИМОДЕЙСТВИЯ С РОДИТЕЛЯМИ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04"/>
        <w:gridCol w:w="3304"/>
        <w:gridCol w:w="1870"/>
        <w:gridCol w:w="4304"/>
      </w:tblGrid>
      <w:tr w:rsidR="007F2BEC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4135"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3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4135">
              <w:rPr>
                <w:rFonts w:ascii="Times New Roman" w:hAnsi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1870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4135">
              <w:rPr>
                <w:rFonts w:ascii="Times New Roman" w:hAnsi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3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4135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304" w:type="dxa"/>
          </w:tcPr>
          <w:p w:rsidR="007F2BEC" w:rsidRPr="007E4135" w:rsidRDefault="007F2BEC" w:rsidP="008C53A3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«Особенности развития движений у детей от 2 до 6 года жизни»</w:t>
            </w:r>
          </w:p>
          <w:p w:rsidR="007F2BEC" w:rsidRPr="007E4135" w:rsidRDefault="007F2BEC" w:rsidP="008C53A3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«Задачи физического воспитания и развития детей дошкольного возраста»</w:t>
            </w:r>
          </w:p>
          <w:p w:rsidR="007F2BEC" w:rsidRPr="007E4135" w:rsidRDefault="007F2BEC" w:rsidP="008C53A3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Требования к форме одежды детей на занятиях по физической культуре – повышение педагогической компетенции родителей по рациональной двигательной активности детей в дошкольном учреждении.</w:t>
            </w:r>
          </w:p>
          <w:p w:rsidR="007F2BEC" w:rsidRPr="007E4135" w:rsidRDefault="007F2BEC" w:rsidP="008C53A3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Какие пищевые продукты помогают стать закаленными»</w:t>
            </w:r>
          </w:p>
        </w:tc>
        <w:tc>
          <w:tcPr>
            <w:tcW w:w="1870" w:type="dxa"/>
          </w:tcPr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Старшая гр.</w:t>
            </w:r>
          </w:p>
        </w:tc>
        <w:tc>
          <w:tcPr>
            <w:tcW w:w="4304" w:type="dxa"/>
          </w:tcPr>
          <w:p w:rsidR="007F2BEC" w:rsidRPr="007E4135" w:rsidRDefault="007F2BEC" w:rsidP="008C53A3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 xml:space="preserve">Папка- ширма. Познакомить родителей с особенностями развития движений на каждом возрастном этапе, а также морально- волевых качеств. </w:t>
            </w:r>
          </w:p>
          <w:p w:rsidR="007F2BEC" w:rsidRPr="007E4135" w:rsidRDefault="007F2BEC" w:rsidP="008C53A3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 xml:space="preserve">Познакомить родителей с задачами физического воспитания, системой физкультурно- оздоровительной работы в детском саду, показать необходимость сотрудничества в воспитании и развитии детей. Участие в общем родительском собрании. </w:t>
            </w:r>
          </w:p>
          <w:p w:rsidR="007F2BEC" w:rsidRPr="007E4135" w:rsidRDefault="007F2BEC" w:rsidP="008C53A3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 xml:space="preserve">Шпаргалка. </w:t>
            </w:r>
          </w:p>
          <w:p w:rsidR="007F2BEC" w:rsidRPr="007E4135" w:rsidRDefault="007F2BEC" w:rsidP="008C53A3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 xml:space="preserve">Рекомендации для родителей. Расширять знания родителей о нестандартных методах закаливания в семье, способствовать формирования здорового образа жизни в семье. 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13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304" w:type="dxa"/>
          </w:tcPr>
          <w:p w:rsidR="007F2BEC" w:rsidRDefault="007F2BEC" w:rsidP="008C53A3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утренняя гимнастика: «Осень», «Космическое путешествие».</w:t>
            </w:r>
          </w:p>
          <w:p w:rsidR="007F2BEC" w:rsidRDefault="007F2BEC" w:rsidP="008C53A3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«Средства физического воспитания дошкольников в семье»</w:t>
            </w:r>
          </w:p>
          <w:p w:rsidR="007F2BEC" w:rsidRPr="007E4135" w:rsidRDefault="007F2BEC" w:rsidP="008C53A3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 и дети»</w:t>
            </w:r>
          </w:p>
        </w:tc>
        <w:tc>
          <w:tcPr>
            <w:tcW w:w="1870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Подготовительная, старшая группы</w:t>
            </w:r>
          </w:p>
        </w:tc>
        <w:tc>
          <w:tcPr>
            <w:tcW w:w="4304" w:type="dxa"/>
          </w:tcPr>
          <w:p w:rsidR="007F2BEC" w:rsidRDefault="007F2BEC" w:rsidP="008C53A3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укреплению детско- родительских отношений, через привлечение к совместному проведению утренней гимнастики в игровой форме- Физминутка.</w:t>
            </w:r>
          </w:p>
          <w:p w:rsidR="007F2BEC" w:rsidRDefault="007F2BEC" w:rsidP="008C53A3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Расширять знания родителей о средствах и содержании физического воспитания дошкольников; раскрыть необходимость семейного физического воспитания в семье; пропаганда здорового образа жизни консультация. </w:t>
            </w:r>
          </w:p>
          <w:p w:rsidR="007F2BEC" w:rsidRPr="007E4135" w:rsidRDefault="007F2BEC" w:rsidP="008C53A3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Показать значимость спорта в физическом развитии детей дошкольного возраста, значение посещений спортивных секций; раскрыть основные правила выбора секций для ребенка. Папка- ширма. 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304" w:type="dxa"/>
          </w:tcPr>
          <w:p w:rsidR="007F2BEC" w:rsidRDefault="007F2BEC" w:rsidP="00EF155E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«Зачем заниматься утренней гимнастикой»</w:t>
            </w:r>
          </w:p>
          <w:p w:rsidR="007F2BEC" w:rsidRDefault="007F2BEC" w:rsidP="00EF155E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«Детский фитнес дома»</w:t>
            </w:r>
          </w:p>
          <w:p w:rsidR="007F2BEC" w:rsidRDefault="007F2BEC" w:rsidP="00EF155E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«Комплекс упражнений по методике Бориса Никитина- физическое развитие детей дошкольников»</w:t>
            </w:r>
          </w:p>
          <w:p w:rsidR="007F2BEC" w:rsidRPr="007E4135" w:rsidRDefault="007F2BEC" w:rsidP="00EF155E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«Взрослые вопросы о детской йоге»</w:t>
            </w:r>
          </w:p>
        </w:tc>
        <w:tc>
          <w:tcPr>
            <w:tcW w:w="1870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группы 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Младшая 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4304" w:type="dxa"/>
          </w:tcPr>
          <w:p w:rsidR="007F2BEC" w:rsidRDefault="007F2BEC" w:rsidP="00EF155E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Раскрыть необходимость проведения утренней гимнастики дома; познакомить с игровыми комплексами утренней гимнастики; способствовать творческие инициативы в самостоятельном придумывании комплексов утренней гимнастики. Спортивные картинки. </w:t>
            </w:r>
          </w:p>
          <w:p w:rsidR="007F2BEC" w:rsidRDefault="007F2BEC" w:rsidP="00EF155E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Обогащать представления родителей о понятии «фитнесс», раскрыть общие требования к проведению его в домашних условиях с учетом возрастных и половых особенностей детей и родителей. </w:t>
            </w:r>
          </w:p>
          <w:p w:rsidR="007F2BEC" w:rsidRDefault="007F2BEC" w:rsidP="00EF155E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укреплению детско- родительских отношений; воспитывать сознательную установку о ведение здорового образа жизни. Двигательная минутка.</w:t>
            </w:r>
          </w:p>
          <w:p w:rsidR="007F2BEC" w:rsidRPr="007E4135" w:rsidRDefault="007F2BEC" w:rsidP="00EF155E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Обогатить знания и опыт родителей об использовании инновационных технологиях оздоровления детей и привлекать к самостоятельному проведению в повседневной жизни. Мини- лекция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304" w:type="dxa"/>
          </w:tcPr>
          <w:p w:rsidR="007F2BEC" w:rsidRDefault="007F2BEC" w:rsidP="00405B9A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«Зимние каникулы»</w:t>
            </w:r>
          </w:p>
          <w:p w:rsidR="007F2BEC" w:rsidRDefault="007F2BEC" w:rsidP="00405B9A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«Когда следует начинать занятия физической культурой с ребенком»</w:t>
            </w:r>
          </w:p>
          <w:p w:rsidR="007F2BEC" w:rsidRDefault="007F2BEC" w:rsidP="00405B9A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«Учимся правильно дышать»</w:t>
            </w:r>
          </w:p>
          <w:p w:rsidR="007F2BEC" w:rsidRPr="007E4135" w:rsidRDefault="007F2BEC" w:rsidP="00405B9A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«Правила безопасности в зимнее время»</w:t>
            </w:r>
          </w:p>
        </w:tc>
        <w:tc>
          <w:tcPr>
            <w:tcW w:w="1870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Подготовительная 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Младшая 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4304" w:type="dxa"/>
          </w:tcPr>
          <w:p w:rsidR="007F2BEC" w:rsidRDefault="007F2BEC" w:rsidP="00405B9A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Привлечь родителей к совместной двигательной деятельности на прогулке в зимний период; дать советы по организации совместной двигательной деятельности на улице. Консультация </w:t>
            </w:r>
          </w:p>
          <w:p w:rsidR="007F2BEC" w:rsidRDefault="007F2BEC" w:rsidP="00405B9A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Расширять знания родителей о необходимости создании условий для полноценного двигательного развития детей 4-го года жизни; способствовать укреплению детско- родительских отношений. Интервью для мам и пап. </w:t>
            </w:r>
          </w:p>
          <w:p w:rsidR="007F2BEC" w:rsidRDefault="007F2BEC" w:rsidP="00405B9A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упражнениями для формирования правильного дыхания детей дошкольного возраста, показать значение правильного дыхания в физическом развитии дошкольников. Практическая мини- консультация.</w:t>
            </w:r>
          </w:p>
          <w:p w:rsidR="007F2BEC" w:rsidRPr="007E4135" w:rsidRDefault="007F2BEC" w:rsidP="00405B9A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Привлекать родителей к воспитанию у детей безопасного поведения в зимнее время на улице; дать рекомендации по подбору методов и приемов; содействовать сохранению и укреплению здоровья детей. Азбука безопасности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304" w:type="dxa"/>
          </w:tcPr>
          <w:p w:rsidR="007F2BEC" w:rsidRDefault="007F2BEC" w:rsidP="00756F12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«Какой вид спорта подходит моему ребенку»</w:t>
            </w:r>
          </w:p>
          <w:p w:rsidR="007F2BEC" w:rsidRDefault="007F2BEC" w:rsidP="00756F12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«Идеи игр на свежем воздухе»</w:t>
            </w:r>
          </w:p>
          <w:p w:rsidR="007F2BEC" w:rsidRDefault="007F2BEC" w:rsidP="00756F12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«Преемственность детского сада и семьи по физическому воспитанию»</w:t>
            </w:r>
          </w:p>
          <w:p w:rsidR="007F2BEC" w:rsidRPr="007E4135" w:rsidRDefault="007F2BEC" w:rsidP="00756F12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 приучить ребенка заботиться о своем здоровье»</w:t>
            </w:r>
          </w:p>
        </w:tc>
        <w:tc>
          <w:tcPr>
            <w:tcW w:w="1870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Старшая, подготовительная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Младшая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4304" w:type="dxa"/>
          </w:tcPr>
          <w:p w:rsidR="007F2BEC" w:rsidRDefault="007F2BEC" w:rsidP="00756F12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рекомендации по подбору спортивной секции с учетом природных наклонностей, темперамент; Спрашиваете Вы…</w:t>
            </w:r>
          </w:p>
          <w:p w:rsidR="007F2BEC" w:rsidRDefault="007F2BEC" w:rsidP="00756F12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Обогатить теоретические и практические знания и умения в организации совместной двигательной активности в зимнее время года; способствовать укреплению детско- родительских отношений. Рекомендации</w:t>
            </w:r>
          </w:p>
          <w:p w:rsidR="007F2BEC" w:rsidRDefault="007F2BEC" w:rsidP="00756F12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формированию у родителей доверительного отношения к работе детского сада, показать необходимость единой системы воспитания и развития детей посещающих детский сад, создать условия для осознания родителями необходимости некоторых факторов, способных пагубно влиять на здоровье дошкольников. Консультация</w:t>
            </w:r>
          </w:p>
          <w:p w:rsidR="007F2BEC" w:rsidRPr="007E4135" w:rsidRDefault="007F2BEC" w:rsidP="00756F12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и укреплению здоровья детей; дать рекомендации о формировании у детей здорового образа жизни. Шпаргалка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304" w:type="dxa"/>
          </w:tcPr>
          <w:p w:rsidR="007F2BEC" w:rsidRDefault="007F2BEC" w:rsidP="00B0601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«Физкультурное оборудование своими руками»</w:t>
            </w:r>
          </w:p>
          <w:p w:rsidR="007F2BEC" w:rsidRDefault="007F2BEC" w:rsidP="00B0601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«Здоровье ребенка в наших руках»</w:t>
            </w:r>
          </w:p>
          <w:p w:rsidR="007F2BEC" w:rsidRDefault="007F2BEC" w:rsidP="00B0601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«23 февраля»</w:t>
            </w:r>
          </w:p>
          <w:p w:rsidR="007F2BEC" w:rsidRPr="007E4135" w:rsidRDefault="007F2BEC" w:rsidP="00B0601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«Спортивные дидактические игры»</w:t>
            </w:r>
          </w:p>
        </w:tc>
        <w:tc>
          <w:tcPr>
            <w:tcW w:w="1870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4304" w:type="dxa"/>
          </w:tcPr>
          <w:p w:rsidR="007F2BEC" w:rsidRDefault="007F2BEC" w:rsidP="00864622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рекомендации по изготовлению спортивного оборудования из бросового материала; показать способы двигательных действий с ними. Спортивный магазин</w:t>
            </w:r>
          </w:p>
          <w:p w:rsidR="007F2BEC" w:rsidRDefault="007F2BEC" w:rsidP="00864622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признаками плоскостопия, причинами его возникновения и мероприятиями, направленными на профилактику плоскостопия у детей; дать рекомендации  «Обувь дошкольника и здоровье». Семейный час с родителями детей с нарушением свода стопы. </w:t>
            </w:r>
          </w:p>
          <w:p w:rsidR="007F2BEC" w:rsidRDefault="007F2BEC" w:rsidP="00864622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созданию благоприятной атмосфере, повышать интерес у родителей и детей к совместным занятиям физкультурой. Музыкально- спортивные праздники</w:t>
            </w:r>
          </w:p>
          <w:p w:rsidR="007F2BEC" w:rsidRPr="007E4135" w:rsidRDefault="007F2BEC" w:rsidP="00864622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родителей с дидактическими играми и пособиями спортивной тематики, рекомендовать игры для использования в организации семейного досуга. Выставка дидактического материала. 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304" w:type="dxa"/>
          </w:tcPr>
          <w:p w:rsidR="007F2BEC" w:rsidRDefault="007F2BEC" w:rsidP="008B191E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«Какой спортивный кружок выбрать для ребенка»</w:t>
            </w:r>
          </w:p>
          <w:p w:rsidR="007F2BEC" w:rsidRDefault="007F2BEC" w:rsidP="008B191E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«Закаливание»</w:t>
            </w:r>
          </w:p>
          <w:p w:rsidR="007F2BEC" w:rsidRDefault="007F2BEC" w:rsidP="008B191E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Физкультура вместе с мамой и папой. </w:t>
            </w:r>
          </w:p>
          <w:p w:rsidR="007F2BEC" w:rsidRDefault="007F2BEC" w:rsidP="008B191E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в страну крепышей»</w:t>
            </w:r>
          </w:p>
          <w:p w:rsidR="007F2BEC" w:rsidRPr="007E4135" w:rsidRDefault="007F2BEC" w:rsidP="008B191E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«Десять советов родителям по укреплению физического здоровья детей. </w:t>
            </w:r>
          </w:p>
        </w:tc>
        <w:tc>
          <w:tcPr>
            <w:tcW w:w="1870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Старшая, подготовительная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Младшая 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4304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1.Раскрыть основные факторы влияния посещения спортивных секций на физическое и психическое здоровье детей. Консультация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Раскрыть основные факторы и методы закаливания, познакомить с многообразием технологий и методик закаливания детского организма.  Папка- передвижка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Показать значение и необходимость семейного физического воспитания, познакомить с упражнениями выполняемых в паре с ребенком; способствовать укреплению детско- родительских отношений. Физкультура в картинках. 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Раскрыть необходимость проведения утренней гимнастики дома; способствовать творческой инициативы в самостоятельном придумывании комплексов утренней гимнастики дома; способствовать творческой инициативы в самостоятельном придумывании комплексов утренней гимнастики. Папка- ширма</w:t>
            </w: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Дать рекомендации организации физического воспитания детей дошкольного возраста. Шпаргалка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Pr="007E4135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304" w:type="dxa"/>
          </w:tcPr>
          <w:p w:rsidR="007F2BEC" w:rsidRDefault="007F2BEC" w:rsidP="003E2E6D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«Если ребенок не хочет заниматься спортом»</w:t>
            </w:r>
          </w:p>
          <w:p w:rsidR="007F2BEC" w:rsidRDefault="007F2BEC" w:rsidP="003E2E6D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«Погуляем, поиграем»</w:t>
            </w:r>
          </w:p>
          <w:p w:rsidR="007F2BEC" w:rsidRPr="007E4135" w:rsidRDefault="007F2BEC" w:rsidP="003E2E6D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«Ролики- пособие для начинающих»</w:t>
            </w:r>
          </w:p>
        </w:tc>
        <w:tc>
          <w:tcPr>
            <w:tcW w:w="1870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4304" w:type="dxa"/>
          </w:tcPr>
          <w:p w:rsidR="007F2BEC" w:rsidRDefault="007F2BEC" w:rsidP="001848E1">
            <w:pPr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Оказать помощь в подборе метода формирования интереса у ребенка к физической культуре. Адресная рекомендация</w:t>
            </w:r>
          </w:p>
          <w:p w:rsidR="007F2BEC" w:rsidRDefault="007F2BEC" w:rsidP="001848E1">
            <w:pPr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Расширить знания и двигательный опыт родителей в организации прогулок в весенний период. Рекомендация</w:t>
            </w:r>
          </w:p>
          <w:p w:rsidR="007F2BEC" w:rsidRPr="007E4135" w:rsidRDefault="007F2BEC" w:rsidP="001848E1">
            <w:pPr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Пополнить знания о способах совершенствования и укрепления физических возможностях детского организма; раскрыть методику обучения катания на роликах, правильному подбору и т.д. Консультация</w:t>
            </w:r>
          </w:p>
        </w:tc>
      </w:tr>
      <w:tr w:rsidR="007F2BEC" w:rsidRPr="00E35E4D" w:rsidTr="00EF155E">
        <w:tc>
          <w:tcPr>
            <w:tcW w:w="1204" w:type="dxa"/>
          </w:tcPr>
          <w:p w:rsidR="007F2BEC" w:rsidRDefault="007F2BEC" w:rsidP="007E4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304" w:type="dxa"/>
          </w:tcPr>
          <w:p w:rsidR="007F2BEC" w:rsidRDefault="007F2BEC" w:rsidP="00CE6F16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добрых дел.</w:t>
            </w:r>
          </w:p>
          <w:p w:rsidR="007F2BEC" w:rsidRPr="007E4135" w:rsidRDefault="007F2BEC" w:rsidP="00CE6F16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«наши достижения»</w:t>
            </w:r>
          </w:p>
        </w:tc>
        <w:tc>
          <w:tcPr>
            <w:tcW w:w="1870" w:type="dxa"/>
          </w:tcPr>
          <w:p w:rsidR="007F2BEC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:rsidR="007F2BEC" w:rsidRPr="007E4135" w:rsidRDefault="007F2BEC" w:rsidP="008C5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4304" w:type="dxa"/>
          </w:tcPr>
          <w:p w:rsidR="007F2BEC" w:rsidRDefault="007F2BEC" w:rsidP="00C02496">
            <w:pPr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Привлечь родителей к изготовлению и ремонту нестандартного оборудования для спортивных уголков группы, спортивного зала и площадки детского сада; организация продуктивного общения всех участников образовательного процесса; приобретение опыта доверия о доброжелательного отношения всех участников педагогического процесса. Спортивный субботник</w:t>
            </w:r>
          </w:p>
          <w:p w:rsidR="007F2BEC" w:rsidRPr="007E4135" w:rsidRDefault="007F2BEC" w:rsidP="00C02496">
            <w:pPr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родителей с результатами мониторинга физического развития, дать практические рекомендации по развитию основных движений и физических качеств детей. Выпуск спортивных новостей</w:t>
            </w:r>
          </w:p>
        </w:tc>
      </w:tr>
    </w:tbl>
    <w:p w:rsidR="007F2BEC" w:rsidRPr="00E35E4D" w:rsidRDefault="007F2BEC" w:rsidP="00E35E4D">
      <w:pPr>
        <w:jc w:val="center"/>
        <w:rPr>
          <w:rFonts w:ascii="Times New Roman" w:hAnsi="Times New Roman"/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sz w:val="28"/>
          <w:szCs w:val="28"/>
        </w:rPr>
      </w:pPr>
    </w:p>
    <w:p w:rsidR="007F2BEC" w:rsidRDefault="007F2BEC">
      <w:pPr>
        <w:rPr>
          <w:rFonts w:ascii="Times New Roman" w:hAnsi="Times New Roman"/>
          <w:sz w:val="144"/>
          <w:szCs w:val="144"/>
        </w:rPr>
      </w:pPr>
      <w:r w:rsidRPr="008775C4">
        <w:rPr>
          <w:rFonts w:ascii="Times New Roman" w:hAnsi="Times New Roman"/>
          <w:sz w:val="144"/>
          <w:szCs w:val="144"/>
        </w:rPr>
        <w:t>ПРИЛОЖЕНИЯ</w:t>
      </w:r>
    </w:p>
    <w:sectPr w:rsidR="007F2BEC" w:rsidSect="008D50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183E33F6"/>
    <w:multiLevelType w:val="hybridMultilevel"/>
    <w:tmpl w:val="4F38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8D2247"/>
    <w:multiLevelType w:val="hybridMultilevel"/>
    <w:tmpl w:val="6D502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9E4FAC"/>
    <w:multiLevelType w:val="hybridMultilevel"/>
    <w:tmpl w:val="E9A60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FA693C"/>
    <w:multiLevelType w:val="hybridMultilevel"/>
    <w:tmpl w:val="EE26E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BE59E9"/>
    <w:multiLevelType w:val="hybridMultilevel"/>
    <w:tmpl w:val="70FCE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8678BD"/>
    <w:multiLevelType w:val="hybridMultilevel"/>
    <w:tmpl w:val="4D76F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37747A"/>
    <w:multiLevelType w:val="hybridMultilevel"/>
    <w:tmpl w:val="EFA67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D6A2609"/>
    <w:multiLevelType w:val="hybridMultilevel"/>
    <w:tmpl w:val="870A2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AA3FEC"/>
    <w:multiLevelType w:val="hybridMultilevel"/>
    <w:tmpl w:val="535A0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021DE7"/>
    <w:multiLevelType w:val="hybridMultilevel"/>
    <w:tmpl w:val="1102F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BB5E64"/>
    <w:multiLevelType w:val="hybridMultilevel"/>
    <w:tmpl w:val="F8962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617680C"/>
    <w:multiLevelType w:val="hybridMultilevel"/>
    <w:tmpl w:val="F5EAC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3B3788"/>
    <w:multiLevelType w:val="hybridMultilevel"/>
    <w:tmpl w:val="EA08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4832CB"/>
    <w:multiLevelType w:val="hybridMultilevel"/>
    <w:tmpl w:val="C890F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AD1418"/>
    <w:multiLevelType w:val="hybridMultilevel"/>
    <w:tmpl w:val="9A227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38444B"/>
    <w:multiLevelType w:val="hybridMultilevel"/>
    <w:tmpl w:val="C4CA1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A35C6F"/>
    <w:multiLevelType w:val="hybridMultilevel"/>
    <w:tmpl w:val="B54C9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7"/>
  </w:num>
  <w:num w:numId="5">
    <w:abstractNumId w:val="15"/>
  </w:num>
  <w:num w:numId="6">
    <w:abstractNumId w:val="8"/>
  </w:num>
  <w:num w:numId="7">
    <w:abstractNumId w:val="16"/>
  </w:num>
  <w:num w:numId="8">
    <w:abstractNumId w:val="10"/>
  </w:num>
  <w:num w:numId="9">
    <w:abstractNumId w:val="12"/>
  </w:num>
  <w:num w:numId="10">
    <w:abstractNumId w:val="1"/>
  </w:num>
  <w:num w:numId="11">
    <w:abstractNumId w:val="14"/>
  </w:num>
  <w:num w:numId="12">
    <w:abstractNumId w:val="4"/>
  </w:num>
  <w:num w:numId="13">
    <w:abstractNumId w:val="6"/>
  </w:num>
  <w:num w:numId="14">
    <w:abstractNumId w:val="2"/>
  </w:num>
  <w:num w:numId="15">
    <w:abstractNumId w:val="5"/>
  </w:num>
  <w:num w:numId="16">
    <w:abstractNumId w:val="13"/>
  </w:num>
  <w:num w:numId="17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111"/>
    <w:rsid w:val="00045D7F"/>
    <w:rsid w:val="00073333"/>
    <w:rsid w:val="0009265F"/>
    <w:rsid w:val="00094291"/>
    <w:rsid w:val="000C6EB6"/>
    <w:rsid w:val="0012363F"/>
    <w:rsid w:val="00156C50"/>
    <w:rsid w:val="001848E1"/>
    <w:rsid w:val="001871F3"/>
    <w:rsid w:val="00211895"/>
    <w:rsid w:val="00236597"/>
    <w:rsid w:val="00242119"/>
    <w:rsid w:val="00242EDC"/>
    <w:rsid w:val="00282461"/>
    <w:rsid w:val="002D27F9"/>
    <w:rsid w:val="0032417A"/>
    <w:rsid w:val="00343774"/>
    <w:rsid w:val="003D4305"/>
    <w:rsid w:val="003E1AC1"/>
    <w:rsid w:val="003E2E6D"/>
    <w:rsid w:val="003F1588"/>
    <w:rsid w:val="0040273C"/>
    <w:rsid w:val="00405B9A"/>
    <w:rsid w:val="00426A55"/>
    <w:rsid w:val="00437C3D"/>
    <w:rsid w:val="004B6F54"/>
    <w:rsid w:val="004C179C"/>
    <w:rsid w:val="004E6193"/>
    <w:rsid w:val="0051684A"/>
    <w:rsid w:val="00532020"/>
    <w:rsid w:val="00545F08"/>
    <w:rsid w:val="005576E1"/>
    <w:rsid w:val="00594624"/>
    <w:rsid w:val="005A148D"/>
    <w:rsid w:val="005C370B"/>
    <w:rsid w:val="00611B6B"/>
    <w:rsid w:val="00671292"/>
    <w:rsid w:val="00680749"/>
    <w:rsid w:val="00702FF1"/>
    <w:rsid w:val="00756F12"/>
    <w:rsid w:val="007837E7"/>
    <w:rsid w:val="007B2891"/>
    <w:rsid w:val="007C7556"/>
    <w:rsid w:val="007E4135"/>
    <w:rsid w:val="007F2BEC"/>
    <w:rsid w:val="00811111"/>
    <w:rsid w:val="00813EE9"/>
    <w:rsid w:val="008225D4"/>
    <w:rsid w:val="00823D23"/>
    <w:rsid w:val="008554F3"/>
    <w:rsid w:val="00864622"/>
    <w:rsid w:val="008775C4"/>
    <w:rsid w:val="008B191E"/>
    <w:rsid w:val="008B72F2"/>
    <w:rsid w:val="008C53A3"/>
    <w:rsid w:val="008D503A"/>
    <w:rsid w:val="00902C40"/>
    <w:rsid w:val="0094110C"/>
    <w:rsid w:val="00945698"/>
    <w:rsid w:val="0094759B"/>
    <w:rsid w:val="00997533"/>
    <w:rsid w:val="009D5895"/>
    <w:rsid w:val="00A270B5"/>
    <w:rsid w:val="00A57695"/>
    <w:rsid w:val="00AF549E"/>
    <w:rsid w:val="00B06012"/>
    <w:rsid w:val="00B32263"/>
    <w:rsid w:val="00B716AE"/>
    <w:rsid w:val="00B76C6D"/>
    <w:rsid w:val="00BC09CF"/>
    <w:rsid w:val="00BC5F4B"/>
    <w:rsid w:val="00C02496"/>
    <w:rsid w:val="00C375E7"/>
    <w:rsid w:val="00C825CA"/>
    <w:rsid w:val="00C94A07"/>
    <w:rsid w:val="00CA5630"/>
    <w:rsid w:val="00CD11F0"/>
    <w:rsid w:val="00CE6F16"/>
    <w:rsid w:val="00D15E6F"/>
    <w:rsid w:val="00D16483"/>
    <w:rsid w:val="00D306DB"/>
    <w:rsid w:val="00DD7130"/>
    <w:rsid w:val="00DE40A0"/>
    <w:rsid w:val="00DF51C4"/>
    <w:rsid w:val="00E05C63"/>
    <w:rsid w:val="00E1784D"/>
    <w:rsid w:val="00E26A55"/>
    <w:rsid w:val="00E35E4D"/>
    <w:rsid w:val="00E41F99"/>
    <w:rsid w:val="00E538D1"/>
    <w:rsid w:val="00E568D1"/>
    <w:rsid w:val="00E804AC"/>
    <w:rsid w:val="00EC47EA"/>
    <w:rsid w:val="00EF155E"/>
    <w:rsid w:val="00F11CF3"/>
    <w:rsid w:val="00F43A7A"/>
    <w:rsid w:val="00F8329F"/>
    <w:rsid w:val="00FC67CA"/>
    <w:rsid w:val="00FE3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65F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9"/>
    <w:qFormat/>
    <w:rsid w:val="00811111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811111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81111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8111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11111"/>
    <w:pPr>
      <w:ind w:left="720"/>
      <w:contextualSpacing/>
    </w:pPr>
    <w:rPr>
      <w:lang w:eastAsia="en-US"/>
    </w:rPr>
  </w:style>
  <w:style w:type="table" w:styleId="TableGrid">
    <w:name w:val="Table Grid"/>
    <w:basedOn w:val="TableNormal"/>
    <w:uiPriority w:val="99"/>
    <w:rsid w:val="00811111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81111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11111"/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8111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11111"/>
    <w:rPr>
      <w:rFonts w:ascii="Courier New" w:hAnsi="Courier New" w:cs="Courier New"/>
      <w:sz w:val="20"/>
      <w:szCs w:val="20"/>
    </w:rPr>
  </w:style>
  <w:style w:type="paragraph" w:customStyle="1" w:styleId="tekstob">
    <w:name w:val="tekstob"/>
    <w:basedOn w:val="Normal"/>
    <w:uiPriority w:val="99"/>
    <w:rsid w:val="008111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811111"/>
  </w:style>
  <w:style w:type="paragraph" w:styleId="NoSpacing">
    <w:name w:val="No Spacing"/>
    <w:uiPriority w:val="99"/>
    <w:qFormat/>
    <w:rsid w:val="00811111"/>
    <w:rPr>
      <w:lang w:eastAsia="en-US"/>
    </w:rPr>
  </w:style>
  <w:style w:type="paragraph" w:styleId="NormalWeb">
    <w:name w:val="Normal (Web)"/>
    <w:basedOn w:val="Normal"/>
    <w:uiPriority w:val="99"/>
    <w:rsid w:val="008111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1111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1111"/>
    <w:rPr>
      <w:rFonts w:eastAsia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81111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11111"/>
    <w:rPr>
      <w:rFonts w:eastAsia="Times New Roman" w:cs="Times New Roman"/>
      <w:lang w:eastAsia="en-US"/>
    </w:rPr>
  </w:style>
  <w:style w:type="paragraph" w:customStyle="1" w:styleId="c64">
    <w:name w:val="c64"/>
    <w:basedOn w:val="Normal"/>
    <w:uiPriority w:val="99"/>
    <w:rsid w:val="007B2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  <w:rsid w:val="007B2891"/>
    <w:rPr>
      <w:rFonts w:cs="Times New Roman"/>
    </w:rPr>
  </w:style>
  <w:style w:type="paragraph" w:customStyle="1" w:styleId="c24">
    <w:name w:val="c24"/>
    <w:basedOn w:val="Normal"/>
    <w:uiPriority w:val="99"/>
    <w:rsid w:val="007B2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DefaultParagraphFont"/>
    <w:uiPriority w:val="99"/>
    <w:rsid w:val="007B289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515</TotalTime>
  <Pages>45</Pages>
  <Words>11595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22</cp:revision>
  <dcterms:created xsi:type="dcterms:W3CDTF">2019-01-03T18:22:00Z</dcterms:created>
  <dcterms:modified xsi:type="dcterms:W3CDTF">2021-08-08T20:28:00Z</dcterms:modified>
</cp:coreProperties>
</file>